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2BF56" w14:textId="36E30C72" w:rsidR="005B65F6" w:rsidRPr="00FD3CE5" w:rsidRDefault="0012096A" w:rsidP="005B65F6">
      <w:pPr>
        <w:suppressAutoHyphens/>
        <w:spacing w:line="276" w:lineRule="auto"/>
        <w:ind w:left="6372"/>
        <w:rPr>
          <w:sz w:val="20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FD1E3D" wp14:editId="5807DA74">
            <wp:simplePos x="0" y="0"/>
            <wp:positionH relativeFrom="column">
              <wp:posOffset>4761687</wp:posOffset>
            </wp:positionH>
            <wp:positionV relativeFrom="paragraph">
              <wp:posOffset>25</wp:posOffset>
            </wp:positionV>
            <wp:extent cx="1081405" cy="1084580"/>
            <wp:effectExtent l="0" t="0" r="4445" b="1270"/>
            <wp:wrapSquare wrapText="bothSides"/>
            <wp:docPr id="4" name="Obraz 4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E74CA5" w14:textId="351D0F5C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A5D3FBB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3531493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0CB18C0D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CED2345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456DF2DF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18AC14DE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2E254F95" w14:textId="7CB205F6" w:rsidR="00F92DE0" w:rsidRPr="00F92DE0" w:rsidRDefault="00746EDB" w:rsidP="00F92DE0">
      <w:pPr>
        <w:ind w:left="709"/>
        <w:jc w:val="both"/>
        <w:rPr>
          <w:b/>
          <w:i/>
          <w:iCs/>
        </w:rPr>
      </w:pPr>
      <w:r w:rsidRPr="00746EDB">
        <w:rPr>
          <w:b/>
        </w:rPr>
        <w:t>TAURON Serwis Sp. z o.o.</w:t>
      </w:r>
      <w:r w:rsidR="00E07704">
        <w:rPr>
          <w:b/>
        </w:rPr>
        <w:t>,</w:t>
      </w:r>
      <w:r>
        <w:t xml:space="preserve"> zaprasza wszystkich potencjalnych </w:t>
      </w:r>
      <w:r w:rsidR="00EC7C35">
        <w:t>Wykonawców</w:t>
      </w:r>
      <w:r>
        <w:t xml:space="preserve"> do udziału w badaniu rynku, </w:t>
      </w:r>
      <w:r w:rsidRPr="00746EDB">
        <w:t>dotyczącym zainteresowania udziałem w postępowaniu o udzielenie Zamówienia na</w:t>
      </w:r>
      <w:r w:rsidR="00D36C2A">
        <w:t xml:space="preserve"> zadanie</w:t>
      </w:r>
      <w:r w:rsidRPr="00746EDB">
        <w:t>:</w:t>
      </w:r>
      <w:r>
        <w:t xml:space="preserve"> </w:t>
      </w:r>
      <w:r w:rsidRPr="00F64036">
        <w:rPr>
          <w:b/>
          <w:i/>
          <w:iCs/>
        </w:rPr>
        <w:t>„</w:t>
      </w:r>
      <w:r w:rsidR="00F92DE0" w:rsidRPr="00F92DE0">
        <w:rPr>
          <w:b/>
          <w:i/>
          <w:iCs/>
        </w:rPr>
        <w:t xml:space="preserve">Prace serwisowe i remontowe na silnikach elektrycznych 0,4 </w:t>
      </w:r>
      <w:proofErr w:type="spellStart"/>
      <w:r w:rsidR="00F92DE0" w:rsidRPr="00F92DE0">
        <w:rPr>
          <w:b/>
          <w:i/>
          <w:iCs/>
        </w:rPr>
        <w:t>kV</w:t>
      </w:r>
      <w:proofErr w:type="spellEnd"/>
      <w:r w:rsidR="00F92DE0" w:rsidRPr="00F92DE0">
        <w:rPr>
          <w:b/>
          <w:i/>
          <w:iCs/>
        </w:rPr>
        <w:t xml:space="preserve"> i 6 </w:t>
      </w:r>
      <w:proofErr w:type="spellStart"/>
      <w:r w:rsidR="00F92DE0" w:rsidRPr="00F92DE0">
        <w:rPr>
          <w:b/>
          <w:i/>
          <w:iCs/>
        </w:rPr>
        <w:t>kV</w:t>
      </w:r>
      <w:proofErr w:type="spellEnd"/>
      <w:r w:rsidR="00F92DE0" w:rsidRPr="00F92DE0">
        <w:rPr>
          <w:b/>
          <w:i/>
          <w:iCs/>
        </w:rPr>
        <w:t xml:space="preserve"> dla TAURON Serwis sp. z o.o.</w:t>
      </w:r>
      <w:r w:rsidR="00F92DE0">
        <w:rPr>
          <w:b/>
          <w:i/>
          <w:iCs/>
        </w:rPr>
        <w:t>’’.</w:t>
      </w:r>
    </w:p>
    <w:p w14:paraId="2F09C8BF" w14:textId="686ADAE6" w:rsidR="00545472" w:rsidRPr="00545472" w:rsidRDefault="00545472" w:rsidP="00082B8D">
      <w:pPr>
        <w:ind w:left="709"/>
        <w:jc w:val="both"/>
        <w:rPr>
          <w:b/>
        </w:rPr>
      </w:pPr>
    </w:p>
    <w:p w14:paraId="602A47FA" w14:textId="25671C0F" w:rsidR="00746EDB" w:rsidRDefault="00746EDB" w:rsidP="00082B8D">
      <w:pPr>
        <w:ind w:left="709"/>
        <w:jc w:val="both"/>
      </w:pPr>
    </w:p>
    <w:p w14:paraId="51183848" w14:textId="77777777" w:rsidR="00746EDB" w:rsidRDefault="00746EDB" w:rsidP="00082B8D">
      <w:pPr>
        <w:ind w:left="709"/>
        <w:jc w:val="both"/>
      </w:pPr>
    </w:p>
    <w:p w14:paraId="656C7B5B" w14:textId="23D6DE61" w:rsidR="00746EDB" w:rsidRDefault="00746EDB" w:rsidP="00082B8D">
      <w:pPr>
        <w:ind w:left="709"/>
        <w:jc w:val="both"/>
      </w:pPr>
      <w:r>
        <w:t xml:space="preserve">Celem badania rynku jest pozyskanie przez TAURON Serwis Sp. z o.o. informacji w zakresie rozpoznania rynku potencjalnych </w:t>
      </w:r>
      <w:r w:rsidR="005E121E">
        <w:t>Wykonawców</w:t>
      </w:r>
      <w:r>
        <w:t xml:space="preserve">, którzy są zainteresowani realizacją </w:t>
      </w:r>
      <w:r w:rsidR="001058CB">
        <w:t>usługi</w:t>
      </w:r>
      <w:r>
        <w:t xml:space="preserve"> objęt</w:t>
      </w:r>
      <w:r w:rsidR="009E2DE2">
        <w:t>ej</w:t>
      </w:r>
      <w:r>
        <w:t xml:space="preserve"> badaniem rynku. </w:t>
      </w:r>
    </w:p>
    <w:p w14:paraId="0DC541A1" w14:textId="77777777" w:rsidR="00746EDB" w:rsidRDefault="00746EDB" w:rsidP="00082B8D">
      <w:pPr>
        <w:ind w:left="709"/>
        <w:jc w:val="both"/>
      </w:pPr>
    </w:p>
    <w:p w14:paraId="637382B8" w14:textId="2304AF24" w:rsidR="00746EDB" w:rsidRPr="00C2754B" w:rsidRDefault="00746EDB" w:rsidP="00082B8D">
      <w:pPr>
        <w:ind w:left="709"/>
        <w:jc w:val="both"/>
        <w:rPr>
          <w:b/>
        </w:rPr>
      </w:pPr>
      <w:r w:rsidRPr="00C2754B">
        <w:rPr>
          <w:b/>
        </w:rPr>
        <w:t>Niniejsze Ogłoszenie stanowi zaproszenie do udziału w badaniu rynku o</w:t>
      </w:r>
      <w:r>
        <w:rPr>
          <w:b/>
        </w:rPr>
        <w:t xml:space="preserve">raz złożenia </w:t>
      </w:r>
      <w:r w:rsidR="00215609">
        <w:rPr>
          <w:b/>
        </w:rPr>
        <w:t xml:space="preserve">szacunkowej </w:t>
      </w:r>
      <w:r>
        <w:rPr>
          <w:b/>
        </w:rPr>
        <w:t>oferty budżetowej.</w:t>
      </w:r>
    </w:p>
    <w:p w14:paraId="616AC6C0" w14:textId="77777777" w:rsidR="00746EDB" w:rsidRDefault="00746EDB" w:rsidP="00082B8D">
      <w:pPr>
        <w:ind w:left="709"/>
        <w:jc w:val="both"/>
      </w:pPr>
    </w:p>
    <w:p w14:paraId="5857A1E5" w14:textId="10913273" w:rsidR="00746EDB" w:rsidRDefault="00746EDB" w:rsidP="00082B8D">
      <w:pPr>
        <w:ind w:left="709"/>
        <w:jc w:val="both"/>
        <w:rPr>
          <w:b/>
        </w:rPr>
      </w:pPr>
      <w:r>
        <w:t xml:space="preserve">Odpowiedź oraz dodatkowe informacje prosimy składać za pośrednictwem </w:t>
      </w:r>
      <w:r w:rsidR="006F25E5">
        <w:t>P</w:t>
      </w:r>
      <w:r>
        <w:t>latformy zakupowej, bądź wysyłając wiadomość z informacją o</w:t>
      </w:r>
      <w:r w:rsidR="0087200A">
        <w:t> </w:t>
      </w:r>
      <w:r>
        <w:t>zainteresowaniu wykonaniem przedmiotu badania rynku na adres</w:t>
      </w:r>
      <w:r w:rsidR="008A15AF">
        <w:t>:</w:t>
      </w:r>
      <w:r>
        <w:t xml:space="preserve"> </w:t>
      </w:r>
      <w:r w:rsidR="005D01F1" w:rsidRPr="0099426B">
        <w:rPr>
          <w:b/>
        </w:rPr>
        <w:t xml:space="preserve"> </w:t>
      </w:r>
      <w:hyperlink r:id="rId12" w:history="1">
        <w:r w:rsidR="007F24FC" w:rsidRPr="00923002">
          <w:rPr>
            <w:rStyle w:val="Hipercze"/>
            <w:b/>
          </w:rPr>
          <w:t>Adam.Kastura@tauron-serwis.pl</w:t>
        </w:r>
      </w:hyperlink>
    </w:p>
    <w:p w14:paraId="7C344F2D" w14:textId="77777777" w:rsidR="00746EDB" w:rsidRDefault="00746EDB" w:rsidP="00082B8D">
      <w:pPr>
        <w:ind w:left="709"/>
        <w:jc w:val="both"/>
      </w:pPr>
    </w:p>
    <w:p w14:paraId="7F62757A" w14:textId="6E1F11DE" w:rsidR="00FE02B0" w:rsidRDefault="00FE02B0" w:rsidP="00082B8D">
      <w:pPr>
        <w:ind w:left="709"/>
        <w:jc w:val="both"/>
      </w:pPr>
      <w:r>
        <w:t>W przypadku ogłoszenia postępowania o udzielenie zamówienia</w:t>
      </w:r>
      <w:r w:rsidR="0064179F">
        <w:t>,</w:t>
      </w:r>
      <w:r>
        <w:t xml:space="preserve"> informacja o jego wszczęciu zostanie zamieszczona na Platformie Zakupowej Grupy TAURON, o którym zostaną Państwo poinformowani elektronicznie.</w:t>
      </w:r>
    </w:p>
    <w:p w14:paraId="07BBA939" w14:textId="61377B43" w:rsidR="00452EFC" w:rsidRDefault="00452EFC" w:rsidP="00082B8D">
      <w:pPr>
        <w:ind w:left="709"/>
        <w:jc w:val="both"/>
      </w:pPr>
    </w:p>
    <w:p w14:paraId="48F31540" w14:textId="77777777" w:rsidR="00926109" w:rsidRPr="00412B14" w:rsidRDefault="00926109" w:rsidP="00082B8D">
      <w:pPr>
        <w:ind w:left="709"/>
        <w:jc w:val="both"/>
      </w:pPr>
    </w:p>
    <w:p w14:paraId="4777C2D8" w14:textId="59B14D95" w:rsidR="00F7019B" w:rsidRDefault="00F7019B" w:rsidP="00082B8D">
      <w:pPr>
        <w:spacing w:before="120" w:after="120" w:line="278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  <w:r w:rsidRPr="00F7019B">
        <w:rPr>
          <w:rFonts w:eastAsia="Aptos"/>
          <w:b/>
          <w:bCs/>
          <w:kern w:val="2"/>
          <w:lang w:eastAsia="en-US"/>
          <w14:ligatures w14:val="standardContextual"/>
        </w:rPr>
        <w:t xml:space="preserve">Opis </w:t>
      </w:r>
      <w:r w:rsidR="001E7F5C">
        <w:rPr>
          <w:rFonts w:eastAsia="Aptos"/>
          <w:b/>
          <w:bCs/>
          <w:kern w:val="2"/>
          <w:lang w:eastAsia="en-US"/>
          <w14:ligatures w14:val="standardContextual"/>
        </w:rPr>
        <w:t>P</w:t>
      </w:r>
      <w:r w:rsidRPr="00F7019B">
        <w:rPr>
          <w:rFonts w:eastAsia="Aptos"/>
          <w:b/>
          <w:bCs/>
          <w:kern w:val="2"/>
          <w:lang w:eastAsia="en-US"/>
          <w14:ligatures w14:val="standardContextual"/>
        </w:rPr>
        <w:t>rzedmiotu zamówienia</w:t>
      </w:r>
      <w:r w:rsidRPr="00F7019B">
        <w:rPr>
          <w:rFonts w:eastAsia="Aptos"/>
          <w:kern w:val="2"/>
          <w:lang w:eastAsia="en-US"/>
          <w14:ligatures w14:val="standardContextual"/>
        </w:rPr>
        <w:t>:</w:t>
      </w:r>
    </w:p>
    <w:p w14:paraId="2C392B94" w14:textId="77777777" w:rsidR="00FE4237" w:rsidRDefault="00FE4237" w:rsidP="00FE4237">
      <w:p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FE4237">
        <w:rPr>
          <w:rFonts w:eastAsia="Aptos"/>
          <w:kern w:val="2"/>
          <w:lang w:eastAsia="en-US"/>
          <w14:ligatures w14:val="standardContextual"/>
        </w:rPr>
        <w:t xml:space="preserve">Prace serwisowe i remontowe na silnikach elektrycznych 0,4 </w:t>
      </w:r>
      <w:proofErr w:type="spellStart"/>
      <w:r w:rsidRPr="00FE4237">
        <w:rPr>
          <w:rFonts w:eastAsia="Aptos"/>
          <w:kern w:val="2"/>
          <w:lang w:eastAsia="en-US"/>
          <w14:ligatures w14:val="standardContextual"/>
        </w:rPr>
        <w:t>kV</w:t>
      </w:r>
      <w:proofErr w:type="spellEnd"/>
      <w:r w:rsidRPr="00FE4237">
        <w:rPr>
          <w:rFonts w:eastAsia="Aptos"/>
          <w:kern w:val="2"/>
          <w:lang w:eastAsia="en-US"/>
          <w14:ligatures w14:val="standardContextual"/>
        </w:rPr>
        <w:t xml:space="preserve"> i 6 </w:t>
      </w:r>
      <w:proofErr w:type="spellStart"/>
      <w:r w:rsidRPr="00FE4237">
        <w:rPr>
          <w:rFonts w:eastAsia="Aptos"/>
          <w:kern w:val="2"/>
          <w:lang w:eastAsia="en-US"/>
          <w14:ligatures w14:val="standardContextual"/>
        </w:rPr>
        <w:t>kV</w:t>
      </w:r>
      <w:proofErr w:type="spellEnd"/>
      <w:r w:rsidRPr="00FE4237">
        <w:rPr>
          <w:rFonts w:eastAsia="Aptos"/>
          <w:kern w:val="2"/>
          <w:lang w:eastAsia="en-US"/>
          <w14:ligatures w14:val="standardContextual"/>
        </w:rPr>
        <w:t xml:space="preserve"> dla TAURON Serwis sp. z o.o. </w:t>
      </w:r>
    </w:p>
    <w:p w14:paraId="187B31A3" w14:textId="7769ADB0" w:rsidR="00065B3D" w:rsidRPr="00065B3D" w:rsidRDefault="00145438" w:rsidP="00FE4237">
      <w:p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>
        <w:rPr>
          <w:rFonts w:eastAsia="Aptos"/>
          <w:kern w:val="2"/>
          <w:lang w:eastAsia="en-US"/>
          <w14:ligatures w14:val="standardContextual"/>
        </w:rPr>
        <w:t xml:space="preserve">Planowany </w:t>
      </w:r>
      <w:r w:rsidR="00065B3D" w:rsidRPr="00065B3D">
        <w:rPr>
          <w:rFonts w:eastAsia="Aptos"/>
          <w:kern w:val="2"/>
          <w:lang w:eastAsia="en-US"/>
          <w14:ligatures w14:val="standardContextual"/>
        </w:rPr>
        <w:t>termin realizacji zadania</w:t>
      </w:r>
      <w:r>
        <w:rPr>
          <w:rFonts w:eastAsia="Aptos"/>
          <w:kern w:val="2"/>
          <w:lang w:eastAsia="en-US"/>
          <w14:ligatures w14:val="standardContextual"/>
        </w:rPr>
        <w:t>:</w:t>
      </w:r>
    </w:p>
    <w:p w14:paraId="492BF170" w14:textId="7C34279D" w:rsidR="00065B3D" w:rsidRPr="00065B3D" w:rsidRDefault="00065B3D" w:rsidP="00082B8D">
      <w:pPr>
        <w:spacing w:before="120" w:after="120" w:line="276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12</w:t>
      </w:r>
      <w:r w:rsidR="00145438">
        <w:rPr>
          <w:rFonts w:eastAsia="Aptos"/>
          <w:kern w:val="2"/>
          <w:lang w:eastAsia="en-US"/>
          <w14:ligatures w14:val="standardContextual"/>
        </w:rPr>
        <w:t xml:space="preserve"> </w:t>
      </w:r>
      <w:r w:rsidRPr="00065B3D">
        <w:rPr>
          <w:rFonts w:eastAsia="Aptos"/>
          <w:kern w:val="2"/>
          <w:lang w:eastAsia="en-US"/>
          <w14:ligatures w14:val="standardContextual"/>
        </w:rPr>
        <w:t>miesi</w:t>
      </w:r>
      <w:r w:rsidR="00145438">
        <w:rPr>
          <w:rFonts w:eastAsia="Aptos"/>
          <w:kern w:val="2"/>
          <w:lang w:eastAsia="en-US"/>
          <w14:ligatures w14:val="standardContextual"/>
        </w:rPr>
        <w:t>ę</w:t>
      </w:r>
      <w:r w:rsidRPr="00065B3D">
        <w:rPr>
          <w:rFonts w:eastAsia="Aptos"/>
          <w:kern w:val="2"/>
          <w:lang w:eastAsia="en-US"/>
          <w14:ligatures w14:val="standardContextual"/>
        </w:rPr>
        <w:t>c</w:t>
      </w:r>
      <w:r w:rsidR="00145438">
        <w:rPr>
          <w:rFonts w:eastAsia="Aptos"/>
          <w:kern w:val="2"/>
          <w:lang w:eastAsia="en-US"/>
          <w14:ligatures w14:val="standardContextual"/>
        </w:rPr>
        <w:t>y</w:t>
      </w:r>
      <w:r w:rsidRPr="00065B3D">
        <w:rPr>
          <w:rFonts w:eastAsia="Aptos"/>
          <w:kern w:val="2"/>
          <w:lang w:eastAsia="en-US"/>
          <w14:ligatures w14:val="standardContextual"/>
        </w:rPr>
        <w:t xml:space="preserve"> od daty podpisania </w:t>
      </w:r>
      <w:r w:rsidR="00145438">
        <w:rPr>
          <w:rFonts w:eastAsia="Aptos"/>
          <w:kern w:val="2"/>
          <w:lang w:eastAsia="en-US"/>
          <w14:ligatures w14:val="standardContextual"/>
        </w:rPr>
        <w:t>U</w:t>
      </w:r>
      <w:r w:rsidRPr="00065B3D">
        <w:rPr>
          <w:rFonts w:eastAsia="Aptos"/>
          <w:kern w:val="2"/>
          <w:lang w:eastAsia="en-US"/>
          <w14:ligatures w14:val="standardContextual"/>
        </w:rPr>
        <w:t>mowy</w:t>
      </w:r>
      <w:r w:rsidR="00CD4F72">
        <w:rPr>
          <w:rFonts w:eastAsia="Aptos"/>
          <w:kern w:val="2"/>
          <w:lang w:eastAsia="en-US"/>
          <w14:ligatures w14:val="standardContextual"/>
        </w:rPr>
        <w:t>.</w:t>
      </w:r>
      <w:r w:rsidRPr="00065B3D">
        <w:rPr>
          <w:rFonts w:eastAsia="Aptos"/>
          <w:kern w:val="2"/>
          <w:lang w:eastAsia="en-US"/>
          <w14:ligatures w14:val="standardContextual"/>
        </w:rPr>
        <w:t xml:space="preserve"> </w:t>
      </w:r>
    </w:p>
    <w:p w14:paraId="35DA2A82" w14:textId="303AF113" w:rsidR="00065B3D" w:rsidRPr="00065B3D" w:rsidRDefault="00065B3D" w:rsidP="00082B8D">
      <w:pPr>
        <w:numPr>
          <w:ilvl w:val="1"/>
          <w:numId w:val="26"/>
        </w:numPr>
        <w:spacing w:before="120" w:after="120" w:line="276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miejsc</w:t>
      </w:r>
      <w:r w:rsidR="006A2054">
        <w:rPr>
          <w:rFonts w:eastAsia="Aptos"/>
          <w:kern w:val="2"/>
          <w:lang w:eastAsia="en-US"/>
          <w14:ligatures w14:val="standardContextual"/>
        </w:rPr>
        <w:t>a</w:t>
      </w:r>
      <w:r w:rsidRPr="00065B3D">
        <w:rPr>
          <w:rFonts w:eastAsia="Aptos"/>
          <w:kern w:val="2"/>
          <w:lang w:eastAsia="en-US"/>
          <w14:ligatures w14:val="standardContextual"/>
        </w:rPr>
        <w:t xml:space="preserve"> wykon</w:t>
      </w:r>
      <w:r w:rsidR="00CD4F72" w:rsidRPr="006A2054">
        <w:rPr>
          <w:rFonts w:eastAsia="Aptos"/>
          <w:kern w:val="2"/>
          <w:lang w:eastAsia="en-US"/>
          <w14:ligatures w14:val="standardContextual"/>
        </w:rPr>
        <w:t>ywa</w:t>
      </w:r>
      <w:r w:rsidRPr="00065B3D">
        <w:rPr>
          <w:rFonts w:eastAsia="Aptos"/>
          <w:kern w:val="2"/>
          <w:lang w:eastAsia="en-US"/>
          <w14:ligatures w14:val="standardContextual"/>
        </w:rPr>
        <w:t>nia zadania</w:t>
      </w:r>
      <w:r w:rsidR="00CD4F72" w:rsidRPr="006A2054">
        <w:rPr>
          <w:rFonts w:eastAsia="Aptos"/>
          <w:kern w:val="2"/>
          <w:lang w:eastAsia="en-US"/>
          <w14:ligatures w14:val="standardContextual"/>
        </w:rPr>
        <w:t>:</w:t>
      </w:r>
    </w:p>
    <w:p w14:paraId="0D9D8862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Siersza w Trzebini, 32-541 Trzebinia.</w:t>
      </w:r>
    </w:p>
    <w:p w14:paraId="6F85D231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Jaworzno III w Jaworznie Elektrownia II, ul. Energetyków 15, 43-603 Jaworzno.</w:t>
      </w:r>
    </w:p>
    <w:p w14:paraId="7BDDA3A6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Jaworzno III w Jaworznie Elektrownia III, ul. Promienna 51, 43-603 Jaworzno.</w:t>
      </w:r>
    </w:p>
    <w:p w14:paraId="00DC0F45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Łaziska w Łaziskach Górnych, ul. Wyzwolenia 30, 43-170 Łaziska Górne.</w:t>
      </w:r>
    </w:p>
    <w:p w14:paraId="15427634" w14:textId="77777777" w:rsidR="00065B3D" w:rsidRP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t>Teren TAURON Wytwarzanie Spółka Akcyjna - Oddział Elektrownia Łagisza w Będzinie, ul. Pokoju 14, 42-504 Będzin.</w:t>
      </w:r>
    </w:p>
    <w:p w14:paraId="31BD5BD8" w14:textId="603F444F" w:rsidR="00065B3D" w:rsidRDefault="00065B3D" w:rsidP="00082B8D">
      <w:pPr>
        <w:numPr>
          <w:ilvl w:val="0"/>
          <w:numId w:val="27"/>
        </w:num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  <w:r w:rsidRPr="00065B3D">
        <w:rPr>
          <w:rFonts w:eastAsia="Aptos"/>
          <w:kern w:val="2"/>
          <w:lang w:eastAsia="en-US"/>
          <w14:ligatures w14:val="standardContextual"/>
        </w:rPr>
        <w:lastRenderedPageBreak/>
        <w:t>Teren TAURON Wytwarzanie Spółka Akcyjna - Oddział Elektrowni Jaworzno NJGT 910, 43-603 Jaworzno, ul. Dobrej Energii 11</w:t>
      </w:r>
      <w:r w:rsidR="006A2054">
        <w:rPr>
          <w:rFonts w:eastAsia="Aptos"/>
          <w:kern w:val="2"/>
          <w:lang w:eastAsia="en-US"/>
          <w14:ligatures w14:val="standardContextual"/>
        </w:rPr>
        <w:t>.</w:t>
      </w:r>
    </w:p>
    <w:p w14:paraId="2B2CE026" w14:textId="77777777" w:rsidR="00FE4237" w:rsidRDefault="00FE4237" w:rsidP="00FE4237">
      <w:p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</w:p>
    <w:p w14:paraId="5FD873F4" w14:textId="1223E701" w:rsidR="00FE4237" w:rsidRDefault="00FE4237" w:rsidP="00FE4237">
      <w:pPr>
        <w:spacing w:before="120" w:after="120" w:line="278" w:lineRule="auto"/>
        <w:ind w:left="426"/>
        <w:jc w:val="both"/>
      </w:pPr>
      <w:r>
        <w:t>W</w:t>
      </w:r>
      <w:r w:rsidRPr="00025325">
        <w:t>ymagane uprawnienia dla pracowników wykonawcy</w:t>
      </w:r>
      <w:r w:rsidR="007D6471">
        <w:t>:</w:t>
      </w:r>
    </w:p>
    <w:p w14:paraId="0DE52EB6" w14:textId="77777777" w:rsidR="00FE4237" w:rsidRPr="00BD3510" w:rsidRDefault="00FE4237" w:rsidP="00FE4237">
      <w:pPr>
        <w:spacing w:before="120" w:after="120"/>
        <w:ind w:left="426"/>
        <w:jc w:val="both"/>
      </w:pPr>
      <w:r w:rsidRPr="00BD3510">
        <w:t>–</w:t>
      </w:r>
      <w:r w:rsidRPr="00BD3510">
        <w:tab/>
        <w:t>aktualne świadectwo badań okresowych i szkoleń BHP (praca powyżej 3m) (100% osób),</w:t>
      </w:r>
    </w:p>
    <w:p w14:paraId="2C3DB224" w14:textId="77777777" w:rsidR="00FE4237" w:rsidRPr="00BD3510" w:rsidRDefault="00FE4237" w:rsidP="00FE4237">
      <w:pPr>
        <w:spacing w:before="120" w:after="120"/>
        <w:ind w:left="426"/>
        <w:jc w:val="both"/>
      </w:pPr>
      <w:r w:rsidRPr="00BD3510">
        <w:t>–</w:t>
      </w:r>
      <w:r w:rsidRPr="00BD3510">
        <w:tab/>
        <w:t>aktualne świadectwo kwalifikacyjne G1E (100% osób),</w:t>
      </w:r>
    </w:p>
    <w:p w14:paraId="55E7E77E" w14:textId="77777777" w:rsidR="00FE4237" w:rsidRPr="00BD3510" w:rsidRDefault="00FE4237" w:rsidP="00FE4237">
      <w:pPr>
        <w:spacing w:before="120" w:after="120"/>
        <w:ind w:left="426"/>
        <w:jc w:val="both"/>
      </w:pPr>
      <w:r w:rsidRPr="00BD3510">
        <w:t>–</w:t>
      </w:r>
      <w:r w:rsidRPr="00BD3510">
        <w:tab/>
        <w:t>aktualne świadectwo kwalifikacyjne G1D (minimum 1 osoba na brygadę),</w:t>
      </w:r>
    </w:p>
    <w:p w14:paraId="3CA8B380" w14:textId="77777777" w:rsidR="00FE4237" w:rsidRPr="00BD3510" w:rsidRDefault="00FE4237" w:rsidP="00FE4237">
      <w:pPr>
        <w:spacing w:before="120" w:after="120"/>
        <w:ind w:left="426"/>
        <w:jc w:val="both"/>
      </w:pPr>
      <w:r w:rsidRPr="00BD3510">
        <w:t>–</w:t>
      </w:r>
      <w:r w:rsidRPr="00BD3510">
        <w:tab/>
        <w:t>aktualne uprawnienia UDT do obsługi urządzeń dźwignicowych i suwnic (min.1 osoba) wraz z aktualnymi badaniami psychotechnicznymi na obsługę powyższego sprzętu,</w:t>
      </w:r>
    </w:p>
    <w:p w14:paraId="2EFB1077" w14:textId="77777777" w:rsidR="00FE4237" w:rsidRPr="00025325" w:rsidRDefault="00FE4237" w:rsidP="00FE4237">
      <w:pPr>
        <w:spacing w:before="120" w:after="120"/>
        <w:ind w:left="426"/>
        <w:jc w:val="both"/>
      </w:pPr>
      <w:r w:rsidRPr="00BD3510">
        <w:t>–</w:t>
      </w:r>
      <w:r w:rsidRPr="00BD3510">
        <w:tab/>
        <w:t>aktualne uprawnienia hakowego (min. 2 osoby),</w:t>
      </w:r>
    </w:p>
    <w:p w14:paraId="592E49F7" w14:textId="77777777" w:rsidR="00FE4237" w:rsidRDefault="00FE4237" w:rsidP="00FE4237">
      <w:pPr>
        <w:spacing w:before="120" w:after="120" w:line="276" w:lineRule="auto"/>
        <w:ind w:left="709"/>
        <w:contextualSpacing/>
        <w:jc w:val="both"/>
        <w:rPr>
          <w:rFonts w:eastAsia="Aptos"/>
          <w:kern w:val="2"/>
          <w:lang w:eastAsia="en-US"/>
          <w14:ligatures w14:val="standardContextual"/>
        </w:rPr>
      </w:pPr>
    </w:p>
    <w:p w14:paraId="6B4F411B" w14:textId="52E8ECA5" w:rsidR="006C5530" w:rsidRPr="006A2054" w:rsidRDefault="00FE4237" w:rsidP="00FE4237">
      <w:pPr>
        <w:spacing w:before="120" w:after="120" w:line="278" w:lineRule="auto"/>
        <w:jc w:val="both"/>
        <w:rPr>
          <w:rFonts w:eastAsia="Aptos"/>
          <w:kern w:val="2"/>
          <w:lang w:eastAsia="en-US"/>
          <w14:ligatures w14:val="standardContextual"/>
        </w:rPr>
      </w:pPr>
      <w:r>
        <w:rPr>
          <w:rFonts w:eastAsia="Aptos"/>
          <w:kern w:val="2"/>
          <w:lang w:eastAsia="en-US"/>
          <w14:ligatures w14:val="standardContextual"/>
        </w:rPr>
        <w:t xml:space="preserve">       </w:t>
      </w:r>
      <w:r w:rsidR="006C5530" w:rsidRPr="006A2054">
        <w:rPr>
          <w:rFonts w:eastAsia="Aptos"/>
          <w:kern w:val="2"/>
          <w:lang w:eastAsia="en-US"/>
          <w14:ligatures w14:val="standardContextual"/>
        </w:rPr>
        <w:t>Zamawiający będzie wymagał wniesienia wadium.</w:t>
      </w:r>
    </w:p>
    <w:p w14:paraId="1175B28B" w14:textId="77777777" w:rsidR="006C5530" w:rsidRDefault="006C5530" w:rsidP="00082B8D">
      <w:pPr>
        <w:spacing w:before="120" w:after="120" w:line="276" w:lineRule="auto"/>
        <w:ind w:left="709"/>
        <w:jc w:val="both"/>
        <w:rPr>
          <w:rFonts w:eastAsia="Aptos"/>
          <w:kern w:val="2"/>
          <w:lang w:eastAsia="en-US"/>
          <w14:ligatures w14:val="standardContextual"/>
        </w:rPr>
      </w:pPr>
    </w:p>
    <w:p w14:paraId="2687206C" w14:textId="77777777" w:rsidR="002E0852" w:rsidRPr="00065B3D" w:rsidRDefault="002E0852" w:rsidP="00065B3D">
      <w:pPr>
        <w:spacing w:before="120" w:after="120" w:line="276" w:lineRule="auto"/>
        <w:ind w:left="426"/>
        <w:jc w:val="both"/>
        <w:rPr>
          <w:rFonts w:eastAsia="Aptos"/>
          <w:kern w:val="2"/>
          <w:lang w:eastAsia="en-US"/>
          <w14:ligatures w14:val="standardContextual"/>
        </w:rPr>
      </w:pPr>
    </w:p>
    <w:p w14:paraId="0610F393" w14:textId="4E66EFD0" w:rsidR="00065B3D" w:rsidRPr="00065B3D" w:rsidRDefault="00A92B13" w:rsidP="00065B3D">
      <w:pPr>
        <w:spacing w:before="120" w:after="120" w:line="276" w:lineRule="auto"/>
        <w:ind w:left="66"/>
        <w:jc w:val="both"/>
        <w:rPr>
          <w:rFonts w:eastAsia="Aptos"/>
          <w:b/>
          <w:bCs/>
          <w:kern w:val="2"/>
          <w:lang w:eastAsia="en-US"/>
          <w14:ligatures w14:val="standardContextual"/>
        </w:rPr>
      </w:pPr>
      <w:r>
        <w:rPr>
          <w:rFonts w:eastAsia="Aptos"/>
          <w:kern w:val="2"/>
          <w:lang w:eastAsia="en-US"/>
          <w14:ligatures w14:val="standardContextual"/>
        </w:rPr>
        <w:t xml:space="preserve">      </w:t>
      </w:r>
      <w:r w:rsidR="00065B3D" w:rsidRPr="00065B3D">
        <w:rPr>
          <w:rFonts w:eastAsia="Aptos"/>
          <w:b/>
          <w:bCs/>
          <w:kern w:val="2"/>
          <w:lang w:eastAsia="en-US"/>
          <w14:ligatures w14:val="standardContextual"/>
        </w:rPr>
        <w:t xml:space="preserve">Formularz cenowy </w:t>
      </w:r>
    </w:p>
    <w:tbl>
      <w:tblPr>
        <w:tblW w:w="10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680"/>
        <w:gridCol w:w="1594"/>
        <w:gridCol w:w="8"/>
        <w:gridCol w:w="1632"/>
        <w:gridCol w:w="8"/>
      </w:tblGrid>
      <w:tr w:rsidR="00E402E4" w:rsidRPr="00E402E4" w14:paraId="2FF14FA6" w14:textId="77777777" w:rsidTr="00E402E4">
        <w:trPr>
          <w:gridAfter w:val="1"/>
          <w:wAfter w:w="8" w:type="dxa"/>
          <w:trHeight w:val="885"/>
        </w:trPr>
        <w:tc>
          <w:tcPr>
            <w:tcW w:w="567" w:type="dxa"/>
            <w:shd w:val="pct15" w:color="auto" w:fill="auto"/>
            <w:vAlign w:val="center"/>
            <w:hideMark/>
          </w:tcPr>
          <w:p w14:paraId="73571AFB" w14:textId="77777777" w:rsidR="00E402E4" w:rsidRPr="00E402E4" w:rsidRDefault="00E402E4" w:rsidP="00E402E4">
            <w:pPr>
              <w:jc w:val="center"/>
              <w:rPr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>L.p.</w:t>
            </w:r>
          </w:p>
        </w:tc>
        <w:tc>
          <w:tcPr>
            <w:tcW w:w="5387" w:type="dxa"/>
            <w:shd w:val="pct15" w:color="auto" w:fill="auto"/>
            <w:vAlign w:val="center"/>
            <w:hideMark/>
          </w:tcPr>
          <w:p w14:paraId="6FB3069E" w14:textId="77777777" w:rsidR="00E402E4" w:rsidRPr="00E402E4" w:rsidRDefault="00E402E4" w:rsidP="00E402E4">
            <w:pPr>
              <w:jc w:val="center"/>
              <w:rPr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>Opis prac</w:t>
            </w:r>
          </w:p>
        </w:tc>
        <w:tc>
          <w:tcPr>
            <w:tcW w:w="1680" w:type="dxa"/>
            <w:shd w:val="pct15" w:color="auto" w:fill="auto"/>
            <w:vAlign w:val="center"/>
            <w:hideMark/>
          </w:tcPr>
          <w:p w14:paraId="4211C9EB" w14:textId="11ACD760" w:rsidR="00E402E4" w:rsidRPr="00E402E4" w:rsidRDefault="00761CE6" w:rsidP="00E402E4">
            <w:pPr>
              <w:jc w:val="center"/>
              <w:rPr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Szacunkowa ilość/ </w:t>
            </w:r>
            <w:r w:rsidR="00E402E4" w:rsidRPr="00E402E4"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>Jednostka miary</w:t>
            </w:r>
          </w:p>
        </w:tc>
        <w:tc>
          <w:tcPr>
            <w:tcW w:w="1594" w:type="dxa"/>
            <w:shd w:val="pct15" w:color="auto" w:fill="auto"/>
            <w:vAlign w:val="center"/>
            <w:hideMark/>
          </w:tcPr>
          <w:p w14:paraId="3F7C1337" w14:textId="77777777" w:rsidR="00E402E4" w:rsidRPr="00E402E4" w:rsidRDefault="00E402E4" w:rsidP="00E402E4">
            <w:pPr>
              <w:jc w:val="center"/>
              <w:rPr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Cena jednostkowa netto </w:t>
            </w:r>
            <w:r w:rsidRPr="00E402E4"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[PLN]</w:t>
            </w:r>
          </w:p>
        </w:tc>
        <w:tc>
          <w:tcPr>
            <w:tcW w:w="1640" w:type="dxa"/>
            <w:gridSpan w:val="2"/>
            <w:shd w:val="pct15" w:color="auto" w:fill="auto"/>
            <w:vAlign w:val="center"/>
            <w:hideMark/>
          </w:tcPr>
          <w:p w14:paraId="15F9EC77" w14:textId="77777777" w:rsidR="00E402E4" w:rsidRPr="00E402E4" w:rsidRDefault="00E402E4" w:rsidP="00E402E4">
            <w:pPr>
              <w:jc w:val="center"/>
              <w:rPr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Wartość netto </w:t>
            </w:r>
            <w:r w:rsidRPr="00E402E4"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[PLN]</w:t>
            </w:r>
          </w:p>
        </w:tc>
      </w:tr>
      <w:tr w:rsidR="00E402E4" w:rsidRPr="00E402E4" w14:paraId="0214647A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5789528B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5387" w:type="dxa"/>
            <w:noWrap/>
            <w:vAlign w:val="center"/>
            <w:hideMark/>
          </w:tcPr>
          <w:p w14:paraId="4A308406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Demontaż i montaż silnika na stanowisku</w:t>
            </w:r>
          </w:p>
        </w:tc>
        <w:tc>
          <w:tcPr>
            <w:tcW w:w="1680" w:type="dxa"/>
            <w:noWrap/>
            <w:vAlign w:val="center"/>
            <w:hideMark/>
          </w:tcPr>
          <w:p w14:paraId="4245B8BD" w14:textId="32628C1D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20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07CD0D58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6085A4E9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119CB352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635F4A06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2</w:t>
            </w:r>
          </w:p>
        </w:tc>
        <w:tc>
          <w:tcPr>
            <w:tcW w:w="5387" w:type="dxa"/>
            <w:noWrap/>
            <w:vAlign w:val="center"/>
            <w:hideMark/>
          </w:tcPr>
          <w:p w14:paraId="59A7C0BE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Rozsprzęglenie</w:t>
            </w:r>
            <w:proofErr w:type="spellEnd"/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 i </w:t>
            </w:r>
            <w:proofErr w:type="spellStart"/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zesprzęglenie</w:t>
            </w:r>
            <w:proofErr w:type="spellEnd"/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 silnika</w:t>
            </w:r>
          </w:p>
        </w:tc>
        <w:tc>
          <w:tcPr>
            <w:tcW w:w="1680" w:type="dxa"/>
            <w:noWrap/>
            <w:vAlign w:val="center"/>
            <w:hideMark/>
          </w:tcPr>
          <w:p w14:paraId="139A0D78" w14:textId="082F9366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20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18038345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59CFBD44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4FFA405B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43980D8E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3</w:t>
            </w:r>
          </w:p>
        </w:tc>
        <w:tc>
          <w:tcPr>
            <w:tcW w:w="5387" w:type="dxa"/>
            <w:noWrap/>
            <w:vAlign w:val="center"/>
            <w:hideMark/>
          </w:tcPr>
          <w:p w14:paraId="3B4CE657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Demontaż i montaż półsprzęgła silnika</w:t>
            </w:r>
          </w:p>
        </w:tc>
        <w:tc>
          <w:tcPr>
            <w:tcW w:w="1680" w:type="dxa"/>
            <w:noWrap/>
            <w:vAlign w:val="center"/>
            <w:hideMark/>
          </w:tcPr>
          <w:p w14:paraId="102D64B6" w14:textId="5805A766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20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387D4A12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398F77F8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171AA086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4E83C60A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4</w:t>
            </w:r>
          </w:p>
        </w:tc>
        <w:tc>
          <w:tcPr>
            <w:tcW w:w="5387" w:type="dxa"/>
            <w:noWrap/>
            <w:vAlign w:val="center"/>
            <w:hideMark/>
          </w:tcPr>
          <w:p w14:paraId="30514573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Wymiana łożysk ( kulkowych, walcowych, ślizgowych)</w:t>
            </w:r>
          </w:p>
        </w:tc>
        <w:tc>
          <w:tcPr>
            <w:tcW w:w="1680" w:type="dxa"/>
            <w:noWrap/>
            <w:vAlign w:val="center"/>
            <w:hideMark/>
          </w:tcPr>
          <w:p w14:paraId="38E2221F" w14:textId="57845973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20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5643D4D4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0348B37E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1926E5EF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738CED8D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5</w:t>
            </w:r>
          </w:p>
        </w:tc>
        <w:tc>
          <w:tcPr>
            <w:tcW w:w="5387" w:type="dxa"/>
            <w:noWrap/>
            <w:vAlign w:val="center"/>
            <w:hideMark/>
          </w:tcPr>
          <w:p w14:paraId="008225E6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Wymiana izolatorów</w:t>
            </w:r>
          </w:p>
        </w:tc>
        <w:tc>
          <w:tcPr>
            <w:tcW w:w="1680" w:type="dxa"/>
            <w:noWrap/>
            <w:vAlign w:val="center"/>
            <w:hideMark/>
          </w:tcPr>
          <w:p w14:paraId="1BF49CC8" w14:textId="306090F5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40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122F6F4A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40CD2590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17D44F95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044FD11A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6</w:t>
            </w:r>
          </w:p>
        </w:tc>
        <w:tc>
          <w:tcPr>
            <w:tcW w:w="5387" w:type="dxa"/>
            <w:noWrap/>
            <w:vAlign w:val="center"/>
            <w:hideMark/>
          </w:tcPr>
          <w:p w14:paraId="05158CAB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Wymiana tablic zaciskowych</w:t>
            </w:r>
          </w:p>
        </w:tc>
        <w:tc>
          <w:tcPr>
            <w:tcW w:w="1680" w:type="dxa"/>
            <w:noWrap/>
            <w:vAlign w:val="center"/>
            <w:hideMark/>
          </w:tcPr>
          <w:p w14:paraId="26C234C5" w14:textId="780BB4E2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20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036F2956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5A916B75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60C3872F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46FDC612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7</w:t>
            </w:r>
          </w:p>
        </w:tc>
        <w:tc>
          <w:tcPr>
            <w:tcW w:w="5387" w:type="dxa"/>
            <w:noWrap/>
            <w:vAlign w:val="center"/>
            <w:hideMark/>
          </w:tcPr>
          <w:p w14:paraId="10A46A32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Osiowanie silnika i kontrola drgań</w:t>
            </w:r>
          </w:p>
        </w:tc>
        <w:tc>
          <w:tcPr>
            <w:tcW w:w="1680" w:type="dxa"/>
            <w:noWrap/>
            <w:vAlign w:val="center"/>
            <w:hideMark/>
          </w:tcPr>
          <w:p w14:paraId="0E8AC8D9" w14:textId="731C7D1F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20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7D47E7A6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4A8EBBB2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3D88764C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48260904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8</w:t>
            </w:r>
          </w:p>
        </w:tc>
        <w:tc>
          <w:tcPr>
            <w:tcW w:w="5387" w:type="dxa"/>
            <w:vAlign w:val="center"/>
            <w:hideMark/>
          </w:tcPr>
          <w:p w14:paraId="7634AA5A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Transport silnika między stanowiskiem a warsztatem naprawczym lub magazynem</w:t>
            </w:r>
          </w:p>
        </w:tc>
        <w:tc>
          <w:tcPr>
            <w:tcW w:w="1680" w:type="dxa"/>
            <w:noWrap/>
            <w:vAlign w:val="center"/>
            <w:hideMark/>
          </w:tcPr>
          <w:p w14:paraId="5D783EF9" w14:textId="382D3526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20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6914AF18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598E2759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716E4753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372F09D7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9</w:t>
            </w:r>
          </w:p>
        </w:tc>
        <w:tc>
          <w:tcPr>
            <w:tcW w:w="5387" w:type="dxa"/>
            <w:noWrap/>
            <w:vAlign w:val="center"/>
            <w:hideMark/>
          </w:tcPr>
          <w:p w14:paraId="22995AD8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Demontaż i montaż kabiny dźwiękochłonnej</w:t>
            </w:r>
          </w:p>
        </w:tc>
        <w:tc>
          <w:tcPr>
            <w:tcW w:w="1680" w:type="dxa"/>
            <w:noWrap/>
            <w:vAlign w:val="center"/>
            <w:hideMark/>
          </w:tcPr>
          <w:p w14:paraId="703ECCDC" w14:textId="430840F5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20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3445FD32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7C0F48F1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00DE59B7" w14:textId="77777777" w:rsidTr="00E402E4">
        <w:trPr>
          <w:gridAfter w:val="1"/>
          <w:wAfter w:w="8" w:type="dxa"/>
          <w:trHeight w:val="585"/>
        </w:trPr>
        <w:tc>
          <w:tcPr>
            <w:tcW w:w="567" w:type="dxa"/>
            <w:noWrap/>
            <w:vAlign w:val="center"/>
            <w:hideMark/>
          </w:tcPr>
          <w:p w14:paraId="2EB32C12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10</w:t>
            </w:r>
          </w:p>
        </w:tc>
        <w:tc>
          <w:tcPr>
            <w:tcW w:w="5387" w:type="dxa"/>
            <w:noWrap/>
            <w:vAlign w:val="center"/>
            <w:hideMark/>
          </w:tcPr>
          <w:p w14:paraId="2AAE7E31" w14:textId="77777777" w:rsidR="00E402E4" w:rsidRPr="00E402E4" w:rsidRDefault="00E402E4" w:rsidP="00E402E4">
            <w:pPr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Koszt jednego dojazdu i powrotu grupy serwisowej </w:t>
            </w:r>
          </w:p>
        </w:tc>
        <w:tc>
          <w:tcPr>
            <w:tcW w:w="1680" w:type="dxa"/>
            <w:noWrap/>
            <w:vAlign w:val="center"/>
            <w:hideMark/>
          </w:tcPr>
          <w:p w14:paraId="032BD481" w14:textId="261CED12" w:rsidR="00E402E4" w:rsidRPr="00E402E4" w:rsidRDefault="004E0699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20 </w:t>
            </w:r>
            <w:r w:rsidR="00E402E4"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594" w:type="dxa"/>
            <w:noWrap/>
            <w:vAlign w:val="center"/>
            <w:hideMark/>
          </w:tcPr>
          <w:p w14:paraId="4383FCE7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  <w:tc>
          <w:tcPr>
            <w:tcW w:w="1640" w:type="dxa"/>
            <w:gridSpan w:val="2"/>
            <w:noWrap/>
            <w:vAlign w:val="center"/>
            <w:hideMark/>
          </w:tcPr>
          <w:p w14:paraId="398A11EC" w14:textId="77777777" w:rsidR="00E402E4" w:rsidRPr="00E402E4" w:rsidRDefault="00E402E4" w:rsidP="00E402E4">
            <w:pPr>
              <w:jc w:val="center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color w:val="000000"/>
                <w:kern w:val="2"/>
                <w:sz w:val="24"/>
                <w:szCs w:val="24"/>
                <w14:ligatures w14:val="standardContextual"/>
              </w:rPr>
              <w:t> </w:t>
            </w:r>
          </w:p>
        </w:tc>
      </w:tr>
      <w:tr w:rsidR="00E402E4" w:rsidRPr="00E402E4" w14:paraId="0407A89D" w14:textId="77777777" w:rsidTr="00E402E4">
        <w:trPr>
          <w:trHeight w:val="585"/>
        </w:trPr>
        <w:tc>
          <w:tcPr>
            <w:tcW w:w="9236" w:type="dxa"/>
            <w:gridSpan w:val="5"/>
            <w:shd w:val="pct15" w:color="auto" w:fill="auto"/>
            <w:noWrap/>
            <w:vAlign w:val="center"/>
          </w:tcPr>
          <w:p w14:paraId="6D245FD3" w14:textId="7DC48C89" w:rsidR="00E402E4" w:rsidRPr="00E402E4" w:rsidRDefault="00E402E4" w:rsidP="00E402E4">
            <w:pPr>
              <w:jc w:val="right"/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Wartość netto [PLN]</w:t>
            </w:r>
          </w:p>
        </w:tc>
        <w:tc>
          <w:tcPr>
            <w:tcW w:w="1640" w:type="dxa"/>
            <w:gridSpan w:val="2"/>
            <w:shd w:val="pct15" w:color="auto" w:fill="auto"/>
            <w:noWrap/>
            <w:vAlign w:val="center"/>
          </w:tcPr>
          <w:p w14:paraId="277D1126" w14:textId="77777777" w:rsidR="00E402E4" w:rsidRPr="00E402E4" w:rsidRDefault="00E402E4" w:rsidP="00E402E4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402E4" w:rsidRPr="00E402E4" w14:paraId="1CC8B36F" w14:textId="77777777" w:rsidTr="00E402E4">
        <w:trPr>
          <w:trHeight w:val="585"/>
        </w:trPr>
        <w:tc>
          <w:tcPr>
            <w:tcW w:w="9236" w:type="dxa"/>
            <w:gridSpan w:val="5"/>
            <w:shd w:val="pct15" w:color="auto" w:fill="auto"/>
            <w:noWrap/>
            <w:vAlign w:val="center"/>
          </w:tcPr>
          <w:p w14:paraId="34DC3F4A" w14:textId="77777777" w:rsidR="00E402E4" w:rsidRPr="00E402E4" w:rsidRDefault="00E402E4" w:rsidP="00E402E4">
            <w:pPr>
              <w:jc w:val="right"/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lastRenderedPageBreak/>
              <w:t>Wartość podatku VAT wg stawki 23 % [PLN]</w:t>
            </w:r>
          </w:p>
        </w:tc>
        <w:tc>
          <w:tcPr>
            <w:tcW w:w="1640" w:type="dxa"/>
            <w:gridSpan w:val="2"/>
            <w:shd w:val="pct15" w:color="auto" w:fill="auto"/>
            <w:noWrap/>
            <w:vAlign w:val="center"/>
          </w:tcPr>
          <w:p w14:paraId="0074D2D4" w14:textId="77777777" w:rsidR="00E402E4" w:rsidRPr="00E402E4" w:rsidRDefault="00E402E4" w:rsidP="00E402E4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402E4" w:rsidRPr="00E402E4" w14:paraId="5EB3BB6A" w14:textId="77777777" w:rsidTr="00E402E4">
        <w:trPr>
          <w:trHeight w:val="585"/>
        </w:trPr>
        <w:tc>
          <w:tcPr>
            <w:tcW w:w="9236" w:type="dxa"/>
            <w:gridSpan w:val="5"/>
            <w:shd w:val="pct15" w:color="auto" w:fill="auto"/>
            <w:noWrap/>
            <w:vAlign w:val="center"/>
          </w:tcPr>
          <w:p w14:paraId="5A986771" w14:textId="77777777" w:rsidR="00E402E4" w:rsidRPr="00E402E4" w:rsidRDefault="00E402E4" w:rsidP="00E402E4">
            <w:pPr>
              <w:jc w:val="right"/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E402E4"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Wartość oferty brutto [PLN]</w:t>
            </w:r>
          </w:p>
        </w:tc>
        <w:tc>
          <w:tcPr>
            <w:tcW w:w="1640" w:type="dxa"/>
            <w:gridSpan w:val="2"/>
            <w:shd w:val="pct15" w:color="auto" w:fill="auto"/>
            <w:noWrap/>
            <w:vAlign w:val="center"/>
          </w:tcPr>
          <w:p w14:paraId="23C52F49" w14:textId="77777777" w:rsidR="00E402E4" w:rsidRPr="00E402E4" w:rsidRDefault="00E402E4" w:rsidP="00E402E4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388FA35D" w14:textId="77777777" w:rsidR="00065B3D" w:rsidRDefault="00065B3D" w:rsidP="00F7019B">
      <w:pPr>
        <w:spacing w:before="120" w:after="120" w:line="278" w:lineRule="auto"/>
        <w:jc w:val="both"/>
        <w:rPr>
          <w:rFonts w:eastAsia="Aptos"/>
          <w:kern w:val="2"/>
          <w:lang w:eastAsia="en-US"/>
          <w14:ligatures w14:val="standardContextual"/>
        </w:rPr>
      </w:pPr>
    </w:p>
    <w:p w14:paraId="0264AA85" w14:textId="77777777" w:rsidR="00D9567A" w:rsidRDefault="00D9567A" w:rsidP="00F7019B">
      <w:pPr>
        <w:spacing w:before="120" w:after="120" w:line="278" w:lineRule="auto"/>
        <w:jc w:val="both"/>
        <w:rPr>
          <w:rFonts w:eastAsia="Aptos"/>
          <w:kern w:val="2"/>
          <w:lang w:eastAsia="en-US"/>
          <w14:ligatures w14:val="standardContextual"/>
        </w:rPr>
      </w:pPr>
    </w:p>
    <w:p w14:paraId="58CFF964" w14:textId="77777777" w:rsidR="00D9567A" w:rsidRPr="00F7019B" w:rsidRDefault="00D9567A" w:rsidP="00F7019B">
      <w:pPr>
        <w:spacing w:before="120" w:after="120" w:line="278" w:lineRule="auto"/>
        <w:jc w:val="both"/>
        <w:rPr>
          <w:rFonts w:eastAsia="Aptos"/>
          <w:kern w:val="2"/>
          <w:lang w:eastAsia="en-US"/>
          <w14:ligatures w14:val="standardContextual"/>
        </w:rPr>
      </w:pPr>
    </w:p>
    <w:tbl>
      <w:tblPr>
        <w:tblW w:w="9548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81"/>
        <w:gridCol w:w="2905"/>
      </w:tblGrid>
      <w:tr w:rsidR="005A7831" w:rsidRPr="005A7831" w14:paraId="1127408B" w14:textId="77777777" w:rsidTr="005306A7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23D7"/>
            <w:vAlign w:val="center"/>
            <w:hideMark/>
          </w:tcPr>
          <w:p w14:paraId="43597D92" w14:textId="77777777" w:rsidR="005A7831" w:rsidRPr="005A7831" w:rsidRDefault="005A7831" w:rsidP="005306A7">
            <w:pPr>
              <w:ind w:left="-11"/>
              <w:jc w:val="center"/>
              <w:rPr>
                <w:b/>
                <w:bCs/>
                <w:sz w:val="20"/>
                <w:szCs w:val="20"/>
              </w:rPr>
            </w:pPr>
            <w:r w:rsidRPr="005A783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23D7"/>
            <w:vAlign w:val="center"/>
            <w:hideMark/>
          </w:tcPr>
          <w:p w14:paraId="5B333243" w14:textId="77777777" w:rsidR="005A7831" w:rsidRPr="005A7831" w:rsidRDefault="005A7831" w:rsidP="005306A7">
            <w:pPr>
              <w:ind w:left="-1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A7831">
              <w:rPr>
                <w:rFonts w:ascii="Calibri" w:hAnsi="Calibri" w:cs="Calibri"/>
                <w:b/>
                <w:bCs/>
                <w:sz w:val="20"/>
                <w:szCs w:val="20"/>
              </w:rPr>
              <w:t>Dodatkowe informacje: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23D7"/>
            <w:vAlign w:val="center"/>
            <w:hideMark/>
          </w:tcPr>
          <w:p w14:paraId="561C2794" w14:textId="77777777" w:rsidR="005A7831" w:rsidRPr="005A7831" w:rsidRDefault="005A7831" w:rsidP="005306A7">
            <w:pPr>
              <w:ind w:left="-1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A7831">
              <w:rPr>
                <w:rFonts w:ascii="Calibri" w:hAnsi="Calibri" w:cs="Calibri"/>
                <w:b/>
                <w:bCs/>
                <w:sz w:val="20"/>
                <w:szCs w:val="20"/>
              </w:rPr>
              <w:t>Odpowiedź</w:t>
            </w:r>
          </w:p>
        </w:tc>
      </w:tr>
      <w:tr w:rsidR="005A7831" w:rsidRPr="005A7831" w14:paraId="606D76DF" w14:textId="77777777" w:rsidTr="005306A7">
        <w:trPr>
          <w:trHeight w:val="1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hideMark/>
          </w:tcPr>
          <w:p w14:paraId="29E3DDED" w14:textId="77777777" w:rsidR="005A7831" w:rsidRPr="005A7831" w:rsidRDefault="005A7831" w:rsidP="005306A7">
            <w:pPr>
              <w:ind w:left="-11"/>
              <w:jc w:val="center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5C5A73D" w14:textId="20026638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Czy Wykonawca jest  zainter</w:t>
            </w:r>
            <w:r w:rsidR="00DC0C5B">
              <w:rPr>
                <w:rFonts w:ascii="Calibri" w:hAnsi="Calibri" w:cs="Calibri"/>
                <w:color w:val="000000"/>
              </w:rPr>
              <w:t>e</w:t>
            </w:r>
            <w:r w:rsidRPr="005A7831">
              <w:rPr>
                <w:rFonts w:ascii="Calibri" w:hAnsi="Calibri" w:cs="Calibri"/>
                <w:color w:val="000000"/>
              </w:rPr>
              <w:t>sowany postępowaniem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AD9658" w14:textId="77777777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A7831" w:rsidRPr="005A7831" w14:paraId="3A59F17D" w14:textId="77777777" w:rsidTr="005306A7">
        <w:trPr>
          <w:trHeight w:val="49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23D7"/>
            <w:vAlign w:val="center"/>
            <w:hideMark/>
          </w:tcPr>
          <w:p w14:paraId="7D238F1E" w14:textId="77777777" w:rsidR="005A7831" w:rsidRPr="005A7831" w:rsidRDefault="005A7831" w:rsidP="005306A7">
            <w:pPr>
              <w:ind w:left="-11"/>
              <w:jc w:val="center"/>
              <w:rPr>
                <w:b/>
                <w:bCs/>
                <w:sz w:val="20"/>
                <w:szCs w:val="20"/>
              </w:rPr>
            </w:pPr>
            <w:r w:rsidRPr="005A783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23D7"/>
            <w:vAlign w:val="center"/>
            <w:hideMark/>
          </w:tcPr>
          <w:p w14:paraId="583668A9" w14:textId="77777777" w:rsidR="005A7831" w:rsidRPr="00B2224C" w:rsidRDefault="005A7831" w:rsidP="005306A7">
            <w:pPr>
              <w:ind w:left="-1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2224C">
              <w:rPr>
                <w:rFonts w:ascii="Calibri" w:hAnsi="Calibri" w:cs="Calibri"/>
                <w:b/>
                <w:bCs/>
                <w:sz w:val="20"/>
                <w:szCs w:val="20"/>
              </w:rPr>
              <w:t>Istotne dla Wykonawcy elementy kontraktowe/uwagi (należy wpisać w pole poniżej)</w:t>
            </w:r>
          </w:p>
        </w:tc>
      </w:tr>
      <w:tr w:rsidR="005A7831" w:rsidRPr="005A7831" w14:paraId="0D123BA3" w14:textId="77777777" w:rsidTr="005306A7">
        <w:trPr>
          <w:trHeight w:val="8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79216F0" w14:textId="77777777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vAlign w:val="center"/>
            <w:hideMark/>
          </w:tcPr>
          <w:p w14:paraId="2A86B674" w14:textId="547383AB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A7831" w:rsidRPr="005A7831" w14:paraId="23FB3362" w14:textId="77777777" w:rsidTr="005306A7">
        <w:trPr>
          <w:trHeight w:val="95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F86983C" w14:textId="77777777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vAlign w:val="center"/>
            <w:hideMark/>
          </w:tcPr>
          <w:p w14:paraId="398AFC3B" w14:textId="6818A662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A7831" w:rsidRPr="005A7831" w14:paraId="674CC346" w14:textId="77777777" w:rsidTr="005306A7">
        <w:trPr>
          <w:trHeight w:val="9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6EF092B" w14:textId="77777777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vAlign w:val="center"/>
            <w:hideMark/>
          </w:tcPr>
          <w:p w14:paraId="4B3FBD44" w14:textId="0B8354F1" w:rsidR="005A7831" w:rsidRPr="005A7831" w:rsidRDefault="005A7831" w:rsidP="005306A7">
            <w:pPr>
              <w:ind w:left="-11"/>
              <w:rPr>
                <w:rFonts w:ascii="Calibri" w:hAnsi="Calibri" w:cs="Calibri"/>
                <w:color w:val="000000"/>
              </w:rPr>
            </w:pPr>
            <w:r w:rsidRPr="005A7831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23D624E7" w14:textId="77777777" w:rsidR="0012096A" w:rsidRDefault="0012096A" w:rsidP="00DB2387">
      <w:pPr>
        <w:suppressAutoHyphens/>
        <w:spacing w:line="276" w:lineRule="auto"/>
        <w:rPr>
          <w:lang w:eastAsia="en-US"/>
        </w:rPr>
      </w:pPr>
    </w:p>
    <w:p w14:paraId="7A3BBFDE" w14:textId="3C77C174" w:rsidR="00A87D14" w:rsidRPr="00FD3CE5" w:rsidRDefault="00A87D14" w:rsidP="005B65F6">
      <w:pPr>
        <w:rPr>
          <w:sz w:val="14"/>
          <w:szCs w:val="14"/>
        </w:rPr>
      </w:pPr>
    </w:p>
    <w:p w14:paraId="73E299DD" w14:textId="45E2C91C" w:rsidR="00A87D14" w:rsidRPr="00FD3CE5" w:rsidRDefault="00EB508A" w:rsidP="005B65F6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</w:t>
      </w:r>
      <w:r w:rsidR="00761CE6">
        <w:rPr>
          <w:sz w:val="14"/>
          <w:szCs w:val="14"/>
        </w:rPr>
        <w:pict w14:anchorId="374B17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51.5pt;height:75.15pt">
            <v:imagedata r:id="rId13" o:title=""/>
            <o:lock v:ext="edit" ungrouping="t" rotation="t" cropping="t" verticies="t" text="t" grouping="t"/>
            <o:signatureline v:ext="edit" id="{699DA038-7955-4B8F-BA3D-0254DE2226BD}" provid="{00000000-0000-0000-0000-000000000000}" o:suggestedsigner2="Sekretarz Zespołu Zakupowego" issignatureline="t"/>
          </v:shape>
        </w:pict>
      </w:r>
    </w:p>
    <w:sectPr w:rsidR="00A87D14" w:rsidRPr="00FD3CE5" w:rsidSect="000B3935">
      <w:headerReference w:type="default" r:id="rId14"/>
      <w:footerReference w:type="default" r:id="rId15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D5D48" w14:textId="77777777" w:rsidR="00FC5B17" w:rsidRDefault="00FC5B17" w:rsidP="00434F8A">
      <w:r>
        <w:separator/>
      </w:r>
    </w:p>
  </w:endnote>
  <w:endnote w:type="continuationSeparator" w:id="0">
    <w:p w14:paraId="3D187607" w14:textId="77777777" w:rsidR="00FC5B17" w:rsidRDefault="00FC5B17" w:rsidP="0043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7BC00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TAURON Serwis sp. z o.o.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NIP: 954 273 20 23, REGON: 242735211</w:t>
    </w:r>
  </w:p>
  <w:p w14:paraId="7893FAFA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ul. Promienna 7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Kapitał zakładowy (wpłacony): 4.596 700,00 zł</w:t>
    </w:r>
  </w:p>
  <w:p w14:paraId="601044C0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43-603 Jaworzno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Rejestracja: Sąd Rejonowy Katowice-Wschód w Katowicach</w:t>
    </w:r>
  </w:p>
  <w:p w14:paraId="6B2A645F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 xml:space="preserve">Wydział VIII Gospodarczy Krajowego Rejestru Sądowego </w:t>
    </w:r>
  </w:p>
  <w:p w14:paraId="54597C8F" w14:textId="77777777" w:rsidR="00F44FC8" w:rsidRPr="00F44FC8" w:rsidRDefault="00F44FC8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pod numerem KRS: 0000396347</w:t>
    </w:r>
    <w:r w:rsidRPr="00F44FC8">
      <w:rPr>
        <w:rFonts w:ascii="Titillium" w:eastAsia="Calibri" w:hAnsi="Titillium" w:cs="Times New Roman (Tekst podstawo"/>
        <w:color w:val="000000"/>
        <w:sz w:val="14"/>
        <w:szCs w:val="24"/>
        <w:lang w:eastAsia="en-US"/>
      </w:rPr>
      <w:tab/>
    </w:r>
    <w:r w:rsidRPr="00F44FC8"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  <w:t>tauron-serwis.pl</w:t>
    </w:r>
  </w:p>
  <w:p w14:paraId="4F49B95E" w14:textId="545B4D44" w:rsidR="00434F8A" w:rsidRDefault="00434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3FD5D" w14:textId="77777777" w:rsidR="00FC5B17" w:rsidRDefault="00FC5B17" w:rsidP="00434F8A">
      <w:r>
        <w:separator/>
      </w:r>
    </w:p>
  </w:footnote>
  <w:footnote w:type="continuationSeparator" w:id="0">
    <w:p w14:paraId="7EB67199" w14:textId="77777777" w:rsidR="00FC5B17" w:rsidRDefault="00FC5B17" w:rsidP="00434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1403776"/>
      <w:docPartObj>
        <w:docPartGallery w:val="Watermarks"/>
        <w:docPartUnique/>
      </w:docPartObj>
    </w:sdtPr>
    <w:sdtContent>
      <w:p w14:paraId="64F3EA10" w14:textId="023953BE" w:rsidR="003379F4" w:rsidRDefault="00000000">
        <w:pPr>
          <w:pStyle w:val="Nagwek"/>
        </w:pPr>
        <w:r>
          <w:rPr>
            <w:noProof/>
            <w:lang w:val="en-US" w:eastAsia="en-US" w:bidi="he-IL"/>
          </w:rPr>
          <w:pict w14:anchorId="58CC1D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MSIPWM0PowerPlusWaterMarkObject" o:spid="_x0000_s1025" type="#_x0000_t136" alt="{&quot;HashCode&quot;:-843689845,&quot;Height&quot;:841.0,&quot;Width&quot;:595.0,&quot;Placement&quot;:&quot;Header&quot;,&quot;Index&quot;:&quot;Primary&quot;,&quot;Section&quot;:1,&quot;Top&quot;:-999995.0,&quot;Left&quot;:-999995.0}" style="position:absolute;margin-left:0;margin-top:0;width:485.65pt;height:20.2pt;rotation:315;z-index:-251658752;visibility:hidden;mso-position-horizontal:center;mso-position-horizontal-relative:margin;mso-position-vertical:center;mso-position-vertical-relative:margin" o:allowincell="f" fillcolor="#a80000" stroked="f">
              <v:textpath style="font-family:&quot;Calibri&quot;;font-size:15pt" string="Grupa etykiet SPECJALNE. Nie należy stosować tej etykiety. Proszę ją usunąć.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5A9F"/>
    <w:multiLevelType w:val="hybridMultilevel"/>
    <w:tmpl w:val="5BCC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449C"/>
    <w:multiLevelType w:val="hybridMultilevel"/>
    <w:tmpl w:val="C5D2C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60D1E"/>
    <w:multiLevelType w:val="hybridMultilevel"/>
    <w:tmpl w:val="D958A4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020068"/>
    <w:multiLevelType w:val="hybridMultilevel"/>
    <w:tmpl w:val="369C7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8312F"/>
    <w:multiLevelType w:val="hybridMultilevel"/>
    <w:tmpl w:val="49BE4CB8"/>
    <w:lvl w:ilvl="0" w:tplc="C3CAB3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21F45"/>
    <w:multiLevelType w:val="hybridMultilevel"/>
    <w:tmpl w:val="BB008F86"/>
    <w:lvl w:ilvl="0" w:tplc="A4B2EE0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E2795"/>
    <w:multiLevelType w:val="hybridMultilevel"/>
    <w:tmpl w:val="73C0E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F6296"/>
    <w:multiLevelType w:val="hybridMultilevel"/>
    <w:tmpl w:val="D93C4F2A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2DEF68BE"/>
    <w:multiLevelType w:val="hybridMultilevel"/>
    <w:tmpl w:val="02364986"/>
    <w:lvl w:ilvl="0" w:tplc="B660FFBC">
      <w:start w:val="1"/>
      <w:numFmt w:val="bullet"/>
      <w:lvlText w:val="­"/>
      <w:lvlJc w:val="left"/>
      <w:pPr>
        <w:ind w:left="150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2FEE0A38"/>
    <w:multiLevelType w:val="hybridMultilevel"/>
    <w:tmpl w:val="5D5AD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0348F"/>
    <w:multiLevelType w:val="multilevel"/>
    <w:tmpl w:val="130AD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17A303C"/>
    <w:multiLevelType w:val="hybridMultilevel"/>
    <w:tmpl w:val="AC62A578"/>
    <w:lvl w:ilvl="0" w:tplc="CBC0FF3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C6596"/>
    <w:multiLevelType w:val="multilevel"/>
    <w:tmpl w:val="89E82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44257F"/>
    <w:multiLevelType w:val="hybridMultilevel"/>
    <w:tmpl w:val="529A6C42"/>
    <w:lvl w:ilvl="0" w:tplc="954ACC1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8C44650"/>
    <w:multiLevelType w:val="hybridMultilevel"/>
    <w:tmpl w:val="4F2A5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728EF"/>
    <w:multiLevelType w:val="hybridMultilevel"/>
    <w:tmpl w:val="87CC46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5C41254"/>
    <w:multiLevelType w:val="hybridMultilevel"/>
    <w:tmpl w:val="AF247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95B05"/>
    <w:multiLevelType w:val="hybridMultilevel"/>
    <w:tmpl w:val="F508CBA8"/>
    <w:lvl w:ilvl="0" w:tplc="82545B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D784E"/>
    <w:multiLevelType w:val="hybridMultilevel"/>
    <w:tmpl w:val="9A4491E8"/>
    <w:lvl w:ilvl="0" w:tplc="0415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 w15:restartNumberingAfterBreak="0">
    <w:nsid w:val="7183775A"/>
    <w:multiLevelType w:val="hybridMultilevel"/>
    <w:tmpl w:val="71CC2956"/>
    <w:lvl w:ilvl="0" w:tplc="840077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4869D9"/>
    <w:multiLevelType w:val="hybridMultilevel"/>
    <w:tmpl w:val="B574CE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612033"/>
    <w:multiLevelType w:val="hybridMultilevel"/>
    <w:tmpl w:val="0A7EBE08"/>
    <w:lvl w:ilvl="0" w:tplc="D862BFE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E6CF2"/>
    <w:multiLevelType w:val="hybridMultilevel"/>
    <w:tmpl w:val="B6CE9622"/>
    <w:lvl w:ilvl="0" w:tplc="840077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C947BDC"/>
    <w:multiLevelType w:val="hybridMultilevel"/>
    <w:tmpl w:val="16A2B3BA"/>
    <w:lvl w:ilvl="0" w:tplc="0415000F">
      <w:start w:val="1"/>
      <w:numFmt w:val="decimal"/>
      <w:lvlText w:val="%1.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num w:numId="1" w16cid:durableId="1221357867">
    <w:abstractNumId w:val="21"/>
  </w:num>
  <w:num w:numId="2" w16cid:durableId="1649476937">
    <w:abstractNumId w:val="17"/>
  </w:num>
  <w:num w:numId="3" w16cid:durableId="711073211">
    <w:abstractNumId w:val="3"/>
  </w:num>
  <w:num w:numId="4" w16cid:durableId="568077554">
    <w:abstractNumId w:val="9"/>
  </w:num>
  <w:num w:numId="5" w16cid:durableId="593707013">
    <w:abstractNumId w:val="11"/>
  </w:num>
  <w:num w:numId="6" w16cid:durableId="1033387914">
    <w:abstractNumId w:val="0"/>
  </w:num>
  <w:num w:numId="7" w16cid:durableId="247425421">
    <w:abstractNumId w:val="4"/>
  </w:num>
  <w:num w:numId="8" w16cid:durableId="1790005368">
    <w:abstractNumId w:val="18"/>
  </w:num>
  <w:num w:numId="9" w16cid:durableId="1693920271">
    <w:abstractNumId w:val="6"/>
  </w:num>
  <w:num w:numId="10" w16cid:durableId="1820804919">
    <w:abstractNumId w:val="13"/>
  </w:num>
  <w:num w:numId="11" w16cid:durableId="1407603810">
    <w:abstractNumId w:val="2"/>
  </w:num>
  <w:num w:numId="12" w16cid:durableId="1458719644">
    <w:abstractNumId w:val="8"/>
  </w:num>
  <w:num w:numId="13" w16cid:durableId="1211529887">
    <w:abstractNumId w:val="15"/>
  </w:num>
  <w:num w:numId="14" w16cid:durableId="1736930963">
    <w:abstractNumId w:val="7"/>
  </w:num>
  <w:num w:numId="15" w16cid:durableId="2131048875">
    <w:abstractNumId w:val="16"/>
  </w:num>
  <w:num w:numId="16" w16cid:durableId="2013488020">
    <w:abstractNumId w:val="14"/>
  </w:num>
  <w:num w:numId="17" w16cid:durableId="1994678970">
    <w:abstractNumId w:val="1"/>
  </w:num>
  <w:num w:numId="18" w16cid:durableId="1425802840">
    <w:abstractNumId w:val="5"/>
  </w:num>
  <w:num w:numId="19" w16cid:durableId="2056734716">
    <w:abstractNumId w:val="12"/>
  </w:num>
  <w:num w:numId="20" w16cid:durableId="1979187415">
    <w:abstractNumId w:val="19"/>
  </w:num>
  <w:num w:numId="21" w16cid:durableId="1538735360">
    <w:abstractNumId w:val="22"/>
  </w:num>
  <w:num w:numId="22" w16cid:durableId="183786726">
    <w:abstractNumId w:val="10"/>
  </w:num>
  <w:num w:numId="23" w16cid:durableId="1106776668">
    <w:abstractNumId w:val="23"/>
  </w:num>
  <w:num w:numId="24" w16cid:durableId="1003974163">
    <w:abstractNumId w:val="20"/>
  </w:num>
  <w:num w:numId="25" w16cid:durableId="1712727764">
    <w:abstractNumId w:val="22"/>
  </w:num>
  <w:num w:numId="26" w16cid:durableId="82150906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7652176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440896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2CA"/>
    <w:rsid w:val="00002A55"/>
    <w:rsid w:val="00010728"/>
    <w:rsid w:val="000278B1"/>
    <w:rsid w:val="000322C4"/>
    <w:rsid w:val="0003310A"/>
    <w:rsid w:val="00035894"/>
    <w:rsid w:val="00052A3B"/>
    <w:rsid w:val="00054EAF"/>
    <w:rsid w:val="00061CE1"/>
    <w:rsid w:val="000636B5"/>
    <w:rsid w:val="00065B3D"/>
    <w:rsid w:val="0008234F"/>
    <w:rsid w:val="00082B8D"/>
    <w:rsid w:val="00084FD6"/>
    <w:rsid w:val="000953D4"/>
    <w:rsid w:val="000968D8"/>
    <w:rsid w:val="000A479F"/>
    <w:rsid w:val="000B3935"/>
    <w:rsid w:val="000B6155"/>
    <w:rsid w:val="000B6A20"/>
    <w:rsid w:val="000C4981"/>
    <w:rsid w:val="000E4DC4"/>
    <w:rsid w:val="000F7F0D"/>
    <w:rsid w:val="001004F9"/>
    <w:rsid w:val="001058CB"/>
    <w:rsid w:val="00113340"/>
    <w:rsid w:val="0012096A"/>
    <w:rsid w:val="00120BAC"/>
    <w:rsid w:val="001243AE"/>
    <w:rsid w:val="00130B94"/>
    <w:rsid w:val="00130BB0"/>
    <w:rsid w:val="001335E2"/>
    <w:rsid w:val="00143A47"/>
    <w:rsid w:val="00145438"/>
    <w:rsid w:val="0016274B"/>
    <w:rsid w:val="001650C4"/>
    <w:rsid w:val="001669F2"/>
    <w:rsid w:val="00175983"/>
    <w:rsid w:val="00176FBC"/>
    <w:rsid w:val="0018433C"/>
    <w:rsid w:val="001B4BE8"/>
    <w:rsid w:val="001C2A9C"/>
    <w:rsid w:val="001D05A6"/>
    <w:rsid w:val="001D2474"/>
    <w:rsid w:val="001D4296"/>
    <w:rsid w:val="001E7F5C"/>
    <w:rsid w:val="001F02F5"/>
    <w:rsid w:val="001F3F86"/>
    <w:rsid w:val="001F5FE6"/>
    <w:rsid w:val="00203DEA"/>
    <w:rsid w:val="00204788"/>
    <w:rsid w:val="00207D1B"/>
    <w:rsid w:val="0021439B"/>
    <w:rsid w:val="00215609"/>
    <w:rsid w:val="0022239B"/>
    <w:rsid w:val="002248AA"/>
    <w:rsid w:val="00234C52"/>
    <w:rsid w:val="0024153A"/>
    <w:rsid w:val="00247F87"/>
    <w:rsid w:val="00253BD4"/>
    <w:rsid w:val="00265471"/>
    <w:rsid w:val="0026624A"/>
    <w:rsid w:val="00272CD2"/>
    <w:rsid w:val="00276B1F"/>
    <w:rsid w:val="002803D0"/>
    <w:rsid w:val="00292BAE"/>
    <w:rsid w:val="0029721B"/>
    <w:rsid w:val="002A33D0"/>
    <w:rsid w:val="002C43D9"/>
    <w:rsid w:val="002D2A33"/>
    <w:rsid w:val="002E0852"/>
    <w:rsid w:val="002F20C9"/>
    <w:rsid w:val="002F3783"/>
    <w:rsid w:val="002F7D14"/>
    <w:rsid w:val="0030198B"/>
    <w:rsid w:val="00302CCF"/>
    <w:rsid w:val="003274E7"/>
    <w:rsid w:val="00333FB1"/>
    <w:rsid w:val="003379F4"/>
    <w:rsid w:val="003666BD"/>
    <w:rsid w:val="0037219F"/>
    <w:rsid w:val="00376C01"/>
    <w:rsid w:val="003828A9"/>
    <w:rsid w:val="00384D62"/>
    <w:rsid w:val="003A7278"/>
    <w:rsid w:val="003B1148"/>
    <w:rsid w:val="003B1B0F"/>
    <w:rsid w:val="003B4D4C"/>
    <w:rsid w:val="003B5914"/>
    <w:rsid w:val="003D66DF"/>
    <w:rsid w:val="003D736E"/>
    <w:rsid w:val="003E1628"/>
    <w:rsid w:val="003E2636"/>
    <w:rsid w:val="00400B13"/>
    <w:rsid w:val="00412B14"/>
    <w:rsid w:val="0041430D"/>
    <w:rsid w:val="00415BE0"/>
    <w:rsid w:val="0041735B"/>
    <w:rsid w:val="0042308A"/>
    <w:rsid w:val="00434F8A"/>
    <w:rsid w:val="00440E31"/>
    <w:rsid w:val="0044227A"/>
    <w:rsid w:val="00452EFC"/>
    <w:rsid w:val="00453B6A"/>
    <w:rsid w:val="0045761E"/>
    <w:rsid w:val="00457D32"/>
    <w:rsid w:val="00464870"/>
    <w:rsid w:val="00465DD9"/>
    <w:rsid w:val="00465EB9"/>
    <w:rsid w:val="00490708"/>
    <w:rsid w:val="004947D0"/>
    <w:rsid w:val="00494E5A"/>
    <w:rsid w:val="004B0DD1"/>
    <w:rsid w:val="004B6038"/>
    <w:rsid w:val="004C55F0"/>
    <w:rsid w:val="004D2244"/>
    <w:rsid w:val="004D3B9D"/>
    <w:rsid w:val="004E0288"/>
    <w:rsid w:val="004E0699"/>
    <w:rsid w:val="004F23D7"/>
    <w:rsid w:val="004F62C8"/>
    <w:rsid w:val="00503DA9"/>
    <w:rsid w:val="00506DE6"/>
    <w:rsid w:val="00514197"/>
    <w:rsid w:val="005217A1"/>
    <w:rsid w:val="005306A7"/>
    <w:rsid w:val="00531B2A"/>
    <w:rsid w:val="00545472"/>
    <w:rsid w:val="00546085"/>
    <w:rsid w:val="005463BA"/>
    <w:rsid w:val="00547578"/>
    <w:rsid w:val="00556978"/>
    <w:rsid w:val="00572064"/>
    <w:rsid w:val="005842E4"/>
    <w:rsid w:val="005863D9"/>
    <w:rsid w:val="00591F21"/>
    <w:rsid w:val="005A1730"/>
    <w:rsid w:val="005A48AD"/>
    <w:rsid w:val="005A7831"/>
    <w:rsid w:val="005B65F6"/>
    <w:rsid w:val="005C14FD"/>
    <w:rsid w:val="005D01F1"/>
    <w:rsid w:val="005E121E"/>
    <w:rsid w:val="005F0329"/>
    <w:rsid w:val="005F66BB"/>
    <w:rsid w:val="00602215"/>
    <w:rsid w:val="006031CC"/>
    <w:rsid w:val="006042F0"/>
    <w:rsid w:val="00607C88"/>
    <w:rsid w:val="0061674A"/>
    <w:rsid w:val="00632CBE"/>
    <w:rsid w:val="006357F9"/>
    <w:rsid w:val="0064179F"/>
    <w:rsid w:val="00651578"/>
    <w:rsid w:val="00680454"/>
    <w:rsid w:val="006874B0"/>
    <w:rsid w:val="006A18DD"/>
    <w:rsid w:val="006A2054"/>
    <w:rsid w:val="006A6CE1"/>
    <w:rsid w:val="006B5FFC"/>
    <w:rsid w:val="006C3C61"/>
    <w:rsid w:val="006C5530"/>
    <w:rsid w:val="006C7392"/>
    <w:rsid w:val="006E5917"/>
    <w:rsid w:val="006F211D"/>
    <w:rsid w:val="006F25E5"/>
    <w:rsid w:val="006F46FC"/>
    <w:rsid w:val="006F5E20"/>
    <w:rsid w:val="00713074"/>
    <w:rsid w:val="007234D6"/>
    <w:rsid w:val="0073019C"/>
    <w:rsid w:val="0074540A"/>
    <w:rsid w:val="00746EDB"/>
    <w:rsid w:val="0075229D"/>
    <w:rsid w:val="00761293"/>
    <w:rsid w:val="00761CE6"/>
    <w:rsid w:val="0076346C"/>
    <w:rsid w:val="00764337"/>
    <w:rsid w:val="00770B48"/>
    <w:rsid w:val="00772533"/>
    <w:rsid w:val="0077394F"/>
    <w:rsid w:val="0078493F"/>
    <w:rsid w:val="00784988"/>
    <w:rsid w:val="00796F9A"/>
    <w:rsid w:val="00797645"/>
    <w:rsid w:val="007A66EA"/>
    <w:rsid w:val="007B138D"/>
    <w:rsid w:val="007B3625"/>
    <w:rsid w:val="007C50F0"/>
    <w:rsid w:val="007C78F5"/>
    <w:rsid w:val="007D1AEB"/>
    <w:rsid w:val="007D2A1F"/>
    <w:rsid w:val="007D6471"/>
    <w:rsid w:val="007E08CC"/>
    <w:rsid w:val="007F0DFE"/>
    <w:rsid w:val="007F24FC"/>
    <w:rsid w:val="008070FC"/>
    <w:rsid w:val="008660BA"/>
    <w:rsid w:val="00867F10"/>
    <w:rsid w:val="008717B5"/>
    <w:rsid w:val="00871B81"/>
    <w:rsid w:val="0087200A"/>
    <w:rsid w:val="008A15AF"/>
    <w:rsid w:val="008B1666"/>
    <w:rsid w:val="008C01A3"/>
    <w:rsid w:val="008C7EC7"/>
    <w:rsid w:val="008D5CAF"/>
    <w:rsid w:val="008E0A68"/>
    <w:rsid w:val="008F489E"/>
    <w:rsid w:val="00904C58"/>
    <w:rsid w:val="00914631"/>
    <w:rsid w:val="00926109"/>
    <w:rsid w:val="009752CA"/>
    <w:rsid w:val="0098181F"/>
    <w:rsid w:val="00982019"/>
    <w:rsid w:val="00984EF9"/>
    <w:rsid w:val="0099426B"/>
    <w:rsid w:val="00995539"/>
    <w:rsid w:val="009A3418"/>
    <w:rsid w:val="009B14E8"/>
    <w:rsid w:val="009B32ED"/>
    <w:rsid w:val="009B5BCF"/>
    <w:rsid w:val="009B6793"/>
    <w:rsid w:val="009C0AB5"/>
    <w:rsid w:val="009C208D"/>
    <w:rsid w:val="009D2458"/>
    <w:rsid w:val="009E2DE2"/>
    <w:rsid w:val="009F4F1E"/>
    <w:rsid w:val="009F6084"/>
    <w:rsid w:val="009F64F7"/>
    <w:rsid w:val="00A0550A"/>
    <w:rsid w:val="00A14938"/>
    <w:rsid w:val="00A229A4"/>
    <w:rsid w:val="00A4505C"/>
    <w:rsid w:val="00A533E6"/>
    <w:rsid w:val="00A60BEE"/>
    <w:rsid w:val="00A75746"/>
    <w:rsid w:val="00A76F20"/>
    <w:rsid w:val="00A83896"/>
    <w:rsid w:val="00A87D14"/>
    <w:rsid w:val="00A92B13"/>
    <w:rsid w:val="00A95F2D"/>
    <w:rsid w:val="00AA0057"/>
    <w:rsid w:val="00AB14FB"/>
    <w:rsid w:val="00AB2BAC"/>
    <w:rsid w:val="00AB5249"/>
    <w:rsid w:val="00AC1B24"/>
    <w:rsid w:val="00AE4B9B"/>
    <w:rsid w:val="00AF73F3"/>
    <w:rsid w:val="00B02F9E"/>
    <w:rsid w:val="00B06C1D"/>
    <w:rsid w:val="00B1153C"/>
    <w:rsid w:val="00B11823"/>
    <w:rsid w:val="00B21467"/>
    <w:rsid w:val="00B2224C"/>
    <w:rsid w:val="00B30827"/>
    <w:rsid w:val="00B42100"/>
    <w:rsid w:val="00B50B4F"/>
    <w:rsid w:val="00B5588D"/>
    <w:rsid w:val="00B63EA2"/>
    <w:rsid w:val="00B663B9"/>
    <w:rsid w:val="00B70D08"/>
    <w:rsid w:val="00B71520"/>
    <w:rsid w:val="00BA1937"/>
    <w:rsid w:val="00BC04B7"/>
    <w:rsid w:val="00BC6735"/>
    <w:rsid w:val="00BC6738"/>
    <w:rsid w:val="00BC6D37"/>
    <w:rsid w:val="00BD0E5E"/>
    <w:rsid w:val="00BD4C43"/>
    <w:rsid w:val="00BF4EE1"/>
    <w:rsid w:val="00BF7DDC"/>
    <w:rsid w:val="00C30797"/>
    <w:rsid w:val="00C3376C"/>
    <w:rsid w:val="00C36FA1"/>
    <w:rsid w:val="00C375EB"/>
    <w:rsid w:val="00C41CE3"/>
    <w:rsid w:val="00C42FE7"/>
    <w:rsid w:val="00C70A9B"/>
    <w:rsid w:val="00C71EC7"/>
    <w:rsid w:val="00C765A2"/>
    <w:rsid w:val="00C81312"/>
    <w:rsid w:val="00C84988"/>
    <w:rsid w:val="00C85F8A"/>
    <w:rsid w:val="00CB0792"/>
    <w:rsid w:val="00CC11C5"/>
    <w:rsid w:val="00CD0441"/>
    <w:rsid w:val="00CD2EA2"/>
    <w:rsid w:val="00CD4F72"/>
    <w:rsid w:val="00CE7BBB"/>
    <w:rsid w:val="00CF1B11"/>
    <w:rsid w:val="00CF637A"/>
    <w:rsid w:val="00D1207B"/>
    <w:rsid w:val="00D13893"/>
    <w:rsid w:val="00D27136"/>
    <w:rsid w:val="00D316AB"/>
    <w:rsid w:val="00D36C2A"/>
    <w:rsid w:val="00D4096E"/>
    <w:rsid w:val="00D41C90"/>
    <w:rsid w:val="00D67D56"/>
    <w:rsid w:val="00D93AD0"/>
    <w:rsid w:val="00D9567A"/>
    <w:rsid w:val="00DA1B22"/>
    <w:rsid w:val="00DA6984"/>
    <w:rsid w:val="00DB01B2"/>
    <w:rsid w:val="00DB2387"/>
    <w:rsid w:val="00DB54C5"/>
    <w:rsid w:val="00DB6C1E"/>
    <w:rsid w:val="00DC0C5B"/>
    <w:rsid w:val="00DD339E"/>
    <w:rsid w:val="00DD573A"/>
    <w:rsid w:val="00DE207D"/>
    <w:rsid w:val="00DF45C1"/>
    <w:rsid w:val="00DF6982"/>
    <w:rsid w:val="00E07704"/>
    <w:rsid w:val="00E121AF"/>
    <w:rsid w:val="00E1412F"/>
    <w:rsid w:val="00E1696C"/>
    <w:rsid w:val="00E1774C"/>
    <w:rsid w:val="00E21883"/>
    <w:rsid w:val="00E21B6B"/>
    <w:rsid w:val="00E402E4"/>
    <w:rsid w:val="00E415C6"/>
    <w:rsid w:val="00E46D60"/>
    <w:rsid w:val="00E5151F"/>
    <w:rsid w:val="00E53BBB"/>
    <w:rsid w:val="00E545B6"/>
    <w:rsid w:val="00E60349"/>
    <w:rsid w:val="00E60E97"/>
    <w:rsid w:val="00E677FA"/>
    <w:rsid w:val="00E82A8D"/>
    <w:rsid w:val="00E8314D"/>
    <w:rsid w:val="00E8324F"/>
    <w:rsid w:val="00E845F3"/>
    <w:rsid w:val="00E85F9A"/>
    <w:rsid w:val="00E925FE"/>
    <w:rsid w:val="00E965D9"/>
    <w:rsid w:val="00E9714C"/>
    <w:rsid w:val="00EA6D59"/>
    <w:rsid w:val="00EB508A"/>
    <w:rsid w:val="00EC7C35"/>
    <w:rsid w:val="00ED1B5A"/>
    <w:rsid w:val="00ED641D"/>
    <w:rsid w:val="00EE095D"/>
    <w:rsid w:val="00EE4ADC"/>
    <w:rsid w:val="00EE6179"/>
    <w:rsid w:val="00F07B3B"/>
    <w:rsid w:val="00F147C4"/>
    <w:rsid w:val="00F2356E"/>
    <w:rsid w:val="00F24163"/>
    <w:rsid w:val="00F270FF"/>
    <w:rsid w:val="00F31426"/>
    <w:rsid w:val="00F44FC8"/>
    <w:rsid w:val="00F467F1"/>
    <w:rsid w:val="00F60C44"/>
    <w:rsid w:val="00F64036"/>
    <w:rsid w:val="00F7019B"/>
    <w:rsid w:val="00F92DE0"/>
    <w:rsid w:val="00F945FA"/>
    <w:rsid w:val="00FA3833"/>
    <w:rsid w:val="00FC5B17"/>
    <w:rsid w:val="00FC79BA"/>
    <w:rsid w:val="00FD0E4A"/>
    <w:rsid w:val="00FD1F11"/>
    <w:rsid w:val="00FD3CE5"/>
    <w:rsid w:val="00FE02B0"/>
    <w:rsid w:val="00FE4237"/>
    <w:rsid w:val="00FE5C53"/>
    <w:rsid w:val="00FF34D2"/>
    <w:rsid w:val="094CDB09"/>
    <w:rsid w:val="2A37F3DD"/>
    <w:rsid w:val="2E0399DC"/>
    <w:rsid w:val="303E2C46"/>
    <w:rsid w:val="35055AEC"/>
    <w:rsid w:val="36D34EB7"/>
    <w:rsid w:val="42C9D3D5"/>
    <w:rsid w:val="46701ACB"/>
    <w:rsid w:val="4ECCB143"/>
    <w:rsid w:val="576A74D0"/>
    <w:rsid w:val="57781A9D"/>
    <w:rsid w:val="5D70B366"/>
    <w:rsid w:val="6449ECD1"/>
    <w:rsid w:val="788F6C81"/>
    <w:rsid w:val="78F1B6C5"/>
    <w:rsid w:val="7B32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C7854"/>
  <w15:chartTrackingRefBased/>
  <w15:docId w15:val="{BD825EFA-C0B9-496D-9ED2-2271F177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2CA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09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Normalny11,maz_wyliczenie,opis dzialania,K-P_odwolanie,A_wyliczenie,Akapit z listą5,Akapit z listą51,Literowanie,Normal2"/>
    <w:basedOn w:val="Normalny"/>
    <w:link w:val="AkapitzlistZnak"/>
    <w:uiPriority w:val="34"/>
    <w:qFormat/>
    <w:rsid w:val="009A3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8660B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87D14"/>
    <w:rPr>
      <w:rFonts w:ascii="Times New Roman" w:eastAsiaTheme="minorHAns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F8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F8A"/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09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Normalny11 Znak,maz_wyliczenie Znak,opis dzialania Znak"/>
    <w:link w:val="Akapitzlist"/>
    <w:uiPriority w:val="34"/>
    <w:qFormat/>
    <w:rsid w:val="00926109"/>
  </w:style>
  <w:style w:type="paragraph" w:customStyle="1" w:styleId="Default">
    <w:name w:val="Default"/>
    <w:rsid w:val="00B70D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E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7E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7EC7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E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EC7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dam.Kastura@tauron-serwis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Azure%20Information%20Protection\WatermarkTemplat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AoekIdXYQ0ZXLA2Yqribsw40xAvR5MIOaQOuvY9A24I=</DigestValue>
    </Reference>
    <Reference Type="http://www.w3.org/2000/09/xmldsig#Object" URI="#idOfficeObject">
      <DigestMethod Algorithm="http://www.w3.org/2001/04/xmlenc#sha256"/>
      <DigestValue>L46gLsh0I+Nudmw2cjN/7lG6qoppZr/UZYJsgMRKCuY=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fgiL3/99lxQWm7VPg2gPbUL8xIQA5mBPleWayRBBB60=</DigestValue>
    </Reference>
    <Reference Type="http://www.w3.org/2000/09/xmldsig#Object" URI="#idValidSigLnImg">
      <DigestMethod Algorithm="http://www.w3.org/2001/04/xmlenc#sha256"/>
      <DigestValue>cw9qBtTcIotfNJmp/XRQOq8PKBznWv7dahj8RvHD5R0=</DigestValue>
    </Reference>
    <Reference Type="http://www.w3.org/2000/09/xmldsig#Object" URI="#idInvalidSigLnImg">
      <DigestMethod Algorithm="http://www.w3.org/2001/04/xmlenc#sha256"/>
      <DigestValue>TYWsIUWn1nWJphEwaj7XIq+SVIz4s9BkkIPRwflcsXE=</DigestValue>
    </Reference>
  </SignedInfo>
  <SignatureValue>tjKcs2hSF+htkpf3nT9iShE4m7/AU8PDf08py3EQp03amcIdz6sy32CvM5wGI0Ti3fn2FSE+XxDO
EeHyb7AlOsXaFq3EyfFY09CZ2ZjkAO8nMJqrlhjdakcA3RqM/Jg0+++J/o/RtDYamH/VLz1NZRk0
QxCeCzarynU/eUUQ7esiUFNEZCHp14ajjQ8GgNFopuNb8fgJu3wt6zLCje91o3mCxpeN9j8Mu7NJ
83UBwmgaq03iflnIp3sC5eTqw5r+a0vWrtVomlJ8d4E16v8Ct1f9q/yRpnaa14fdtio0EjWGqMbY
TwWgwOmMD/9c2ExER5jkSrbXD49Wx+NH1HYWJg==</SignatureValue>
  <KeyInfo>
    <X509Data>
      <X509Certificate>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TY3MjUwMCgGA1UdEQQhMB+BHUFkYW0uS2FzdHVyYUB0YXVyb24tc2Vyd2lzLnBsMB0GA1UdDgQWBBR23mwpdMkQfGbmgRdJsDvrNltVi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fxv3ql6GrRyg7Zzg1NqdRTlH3B9i5yopp3F4I4mat3Y=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7oTzBNIT1jtfKEbDTiGetfaPVHrY3ewrCTdH3FD8ZuY=</DigestValue>
      </Reference>
      <Reference URI="/word/document.xml?ContentType=application/vnd.openxmlformats-officedocument.wordprocessingml.document.main+xml">
        <DigestMethod Algorithm="http://www.w3.org/2001/04/xmlenc#sha256"/>
        <DigestValue>NTmagGRPS/xug4eDupzQA4qvY5KY0MvbfkrHPVzkrz0=</DigestValue>
      </Reference>
      <Reference URI="/word/endnotes.xml?ContentType=application/vnd.openxmlformats-officedocument.wordprocessingml.endnotes+xml">
        <DigestMethod Algorithm="http://www.w3.org/2001/04/xmlenc#sha256"/>
        <DigestValue>pQZl9fjqjF8W8fD6q/xQqKCPRseJCfwGd9hJvrStNpc=</DigestValue>
      </Reference>
      <Reference URI="/word/fontTable.xml?ContentType=application/vnd.openxmlformats-officedocument.wordprocessingml.fontTable+xml">
        <DigestMethod Algorithm="http://www.w3.org/2001/04/xmlenc#sha256"/>
        <DigestValue>9W1B+C14W3uhecixlnPBkeeDQ140GqCyhKOPzGDkR0c=</DigestValue>
      </Reference>
      <Reference URI="/word/footer1.xml?ContentType=application/vnd.openxmlformats-officedocument.wordprocessingml.footer+xml">
        <DigestMethod Algorithm="http://www.w3.org/2001/04/xmlenc#sha256"/>
        <DigestValue>8rv7RQT/k1RzAwbFO2Z+nRtm0rPKf+h0yGXfnEhd67k=</DigestValue>
      </Reference>
      <Reference URI="/word/footnotes.xml?ContentType=application/vnd.openxmlformats-officedocument.wordprocessingml.footnotes+xml">
        <DigestMethod Algorithm="http://www.w3.org/2001/04/xmlenc#sha256"/>
        <DigestValue>DjUOu+IXdgQxS8FWQM91WIrwmyBLOVayN87k9owJofI=</DigestValue>
      </Reference>
      <Reference URI="/word/header1.xml?ContentType=application/vnd.openxmlformats-officedocument.wordprocessingml.header+xml">
        <DigestMethod Algorithm="http://www.w3.org/2001/04/xmlenc#sha256"/>
        <DigestValue>+P6r+R/K81Et3/rYKoRzxMKHw0BUiqo+SnBtboaetOM=</DigestValue>
      </Reference>
      <Reference URI="/word/media/image1.png?ContentType=image/png">
        <DigestMethod Algorithm="http://www.w3.org/2001/04/xmlenc#sha256"/>
        <DigestValue>yL7S2KpkUJ/qMrDayCyxbopoya+2Wbfu3gBhx8U6eOQ=</DigestValue>
      </Reference>
      <Reference URI="/word/media/image2.emf?ContentType=image/x-emf">
        <DigestMethod Algorithm="http://www.w3.org/2001/04/xmlenc#sha256"/>
        <DigestValue>oaehdzIUly86xazyBhYfAB428q4vrsJRNoGdPr0KQMw=</DigestValue>
      </Reference>
      <Reference URI="/word/numbering.xml?ContentType=application/vnd.openxmlformats-officedocument.wordprocessingml.numbering+xml">
        <DigestMethod Algorithm="http://www.w3.org/2001/04/xmlenc#sha256"/>
        <DigestValue>ORdRu8XvGvLtCi03pi9IVO59MF7fVC9ApgjFkMhRjrc=</DigestValue>
      </Reference>
      <Reference URI="/word/settings.xml?ContentType=application/vnd.openxmlformats-officedocument.wordprocessingml.settings+xml">
        <DigestMethod Algorithm="http://www.w3.org/2001/04/xmlenc#sha256"/>
        <DigestValue>2jU44ZMAWpIuBek5aljcHRVJdHQGmHBIuylOhymB9dQ=</DigestValue>
      </Reference>
      <Reference URI="/word/styles.xml?ContentType=application/vnd.openxmlformats-officedocument.wordprocessingml.styles+xml">
        <DigestMethod Algorithm="http://www.w3.org/2001/04/xmlenc#sha256"/>
        <DigestValue>lAnzRussMPOInUjG5hoIgnHNOM+ak2z7Ml0yutPyf9w=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DhqrVZ9OO3IDgwbUES2S9C+geMQS8E5mEZKYKLl0z+w=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2026-01-27T06:00:23Z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{699DA038-7955-4B8F-BA3D-0254DE2226BD}</SetupID>
          <SignatureText>Adam Kastura</SignatureText>
          <SignatureImage/>
          <SignatureComments/>
          <WindowsVersion>10.0</WindowsVersion>
          <OfficeVersion>16.0.19426/27</OfficeVersion>
          <ApplicationVersion>16.0.19426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2026-01-27T06:00:23Z</xd:SigningTime>
          <xd:SigningCertificate>
            <xd:Cert>
              <xd:CertDigest>
                <DigestMethod Algorithm="http://www.w3.org/2001/04/xmlenc#sha256"/>
                <DigestValue>t3UcgfJhBe3O/kJXqbJOSIKLO+Sz16QwqDYaGzg2bpg=</DigestValue>
              </xd:CertDigest>
              <xd:IssuerSerial>
                <X509IssuerName>CN=TAURON CA1, O=TAURON, C=PL</X509IssuerName>
                <X509SerialNumber>1858862877826758614955027260507813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h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gA3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LAAAARwAAACkAAAAzAAAAY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MAAAASAAAACUAAAAMAAAABAAAAFQAAACUAAAAKgAAADMAAACKAAAARwAAAAEAAABVFdRBE9rTQSoAAAAzAAAADAAAAEwAAAAAAAAAAAAAAAAAAAD//////////2QAAABBAGQAYQBtACAASwBhAHMAdAB1AHIAYQAKAAAACQAAAAgAAAAOAAAABAAAAAkAAAAIAAAABwAAAAUAAAAJAAAABg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QAAAAKAAAAYAAAAKsAAABsAAAAAQAAAFUV1EET2tNBCgAAAGAAAAAcAAAATAAAAAAAAAAAAAAAAAAAAP//////////hAAAAFMAZQBrAHIAZQB0AGEAcgB6ACAAWgBlAHMAcABvAEIBdQAgAFoAYQBrAHUAcABvAHcAZQBnAG8ABgAAAAYAAAAGAAAABAAAAAYAAAAEAAAABgAAAAQAAAAFAAAAAwAAAAYAAAAGAAAABQAAAAcAAAAHAAAAAwAAAAcAAAADAAAABgAAAAYAAAAGAAAABwAAAAcAAAAHAAAACQAAAAYAAAAHAAAABw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AEgAAAAwAAAABAAAAFgAAAAwAAAAAAAAAVAAAAPwAAAAKAAAAcAAAAKgAAAB8AAAAAQAAAFUV1EET2tNBCgAAAHAAAAAdAAAATAAAAAQAAAAJAAAAcAAAAKoAAAB9AAAAiAAAAFAAbwBkAHAAaQBzAGEAbgB5ACAAcAByAHoAZQB6ADoAIABLAGEAcwB0AHUAcgBhACAAQQBkAGEAbQAAAAYAAAAHAAAABwAAAAcAAAADAAAABQAAAAYAAAAHAAAABQAAAAMAAAAHAAAABAAAAAUAAAAGAAAABQAAAAMAAAADAAAABgAAAAYAAAAFAAAABAAAAAcAAAAEAAAABgAAAAMAAAAHAAAABwAAAAYAAAAJAAAAFgAAAAwAAAAAAAAAJQAAAAwAAAACAAAADgAAABQAAAAAAAAAEAAAABQAAAA=</Object>
  <Object Id="idInvalidSigLnImg">AQAAAGwAAAAAAAAAAAAAAP8AAAB/AAAAAAAAAAAAAACDGgAAPg0AACBFTUYAAAEAPB4AAKg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JgAAAARAAAAJQAAAAwAAAABAAAAVAAAAMQAAAAjAAAABAAAAJYAAAAQAAAAAQAAAFUV1EET2tNBIwAAAAQAAAAUAAAATAAAAAAAAAAAAAAAAAAAAP//////////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UV1EET2tN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iwAAAEcAAAApAAAAMwAAAGM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jAAAAEgAAAAlAAAADAAAAAQAAABUAAAAlAAAACoAAAAzAAAAigAAAEcAAAABAAAAVRXUQRPa00EqAAAAMwAAAAwAAABMAAAAAAAAAAAAAAAAAAAA//////////9kAAAAQQBkAGEAbQAgAEsAYQBzAHQAdQByAGEACgAAAAkAAAAIAAAADgAAAAQAAAAJAAAACAAAAAcAAAAFAAAACQAAAAYAAAAI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C1352F1EE43E4EB20D130D6AA6C56B" ma:contentTypeVersion="12" ma:contentTypeDescription="Utwórz nowy dokument." ma:contentTypeScope="" ma:versionID="f6f97d1f2aaf4fde03b64bb4bfd6fabf">
  <xsd:schema xmlns:xsd="http://www.w3.org/2001/XMLSchema" xmlns:xs="http://www.w3.org/2001/XMLSchema" xmlns:p="http://schemas.microsoft.com/office/2006/metadata/properties" xmlns:ns3="9c883753-7802-4db0-9617-ce4bc4bf9a68" xmlns:ns4="5d57bf0b-55ea-4fea-a982-a2182ebcd4ac" targetNamespace="http://schemas.microsoft.com/office/2006/metadata/properties" ma:root="true" ma:fieldsID="071d04923b0e6a32a8192a9dfb701937" ns3:_="" ns4:_="">
    <xsd:import namespace="9c883753-7802-4db0-9617-ce4bc4bf9a68"/>
    <xsd:import namespace="5d57bf0b-55ea-4fea-a982-a2182ebcd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83753-7802-4db0-9617-ce4bc4bf9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7bf0b-55ea-4fea-a982-a2182ebcd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82D2D-1AB8-4F9B-BC79-59EBB0E01A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A8343-E5A2-4B11-8023-84F0F5CDC9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74A2A8-B08C-481D-9EF3-897626B5D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883753-7802-4db0-9617-ce4bc4bf9a68"/>
    <ds:schemaRef ds:uri="5d57bf0b-55ea-4fea-a982-a2182ebcd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53E6FA-262C-479C-A3DC-40FCCA2C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WatermarkTemplate</Template>
  <TotalTime>117</TotalTime>
  <Pages>3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Kastura Adam (TSR)</cp:lastModifiedBy>
  <cp:revision>244</cp:revision>
  <dcterms:created xsi:type="dcterms:W3CDTF">2024-10-14T07:27:00Z</dcterms:created>
  <dcterms:modified xsi:type="dcterms:W3CDTF">2026-01-27T05:45:00Z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0x010100E4C1352F1EE43E4EB20D130D6AA6C56B</vt:lpwstr>
  </property>
</Properties>
</file>